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79539" w14:textId="4FB7362E" w:rsidR="00D43B60" w:rsidRPr="00064786" w:rsidRDefault="00A372FF" w:rsidP="00D43B60">
      <w:pPr>
        <w:pStyle w:val="PIDachzeile"/>
        <w:tabs>
          <w:tab w:val="left" w:pos="1309"/>
        </w:tabs>
        <w:ind w:right="3490"/>
        <w:rPr>
          <w:iCs w:val="0"/>
          <w:szCs w:val="22"/>
        </w:rPr>
      </w:pPr>
      <w:r w:rsidRPr="00064786">
        <w:rPr>
          <w:b/>
          <w:bCs/>
          <w:noProof/>
          <w:sz w:val="28"/>
          <w:szCs w:val="28"/>
          <w:u w:val="none"/>
        </w:rPr>
        <mc:AlternateContent>
          <mc:Choice Requires="wps">
            <w:drawing>
              <wp:anchor distT="0" distB="0" distL="114300" distR="114300" simplePos="0" relativeHeight="251658240" behindDoc="0" locked="0" layoutInCell="1" allowOverlap="1" wp14:anchorId="76BD1383" wp14:editId="6B73FA41">
                <wp:simplePos x="0" y="0"/>
                <wp:positionH relativeFrom="column">
                  <wp:posOffset>3642995</wp:posOffset>
                </wp:positionH>
                <wp:positionV relativeFrom="paragraph">
                  <wp:posOffset>2540</wp:posOffset>
                </wp:positionV>
                <wp:extent cx="2633980" cy="3330575"/>
                <wp:effectExtent l="0" t="0" r="0" b="31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D1383" id="_x0000_t202" coordsize="21600,21600" o:spt="202" path="m,l,21600r21600,l21600,xe">
                <v:stroke joinstyle="miter"/>
                <v:path gradientshapeok="t" o:connecttype="rect"/>
              </v:shapetype>
              <v:shape id="Text Box 5" o:spid="_x0000_s1026" type="#_x0000_t202" style="position:absolute;margin-left:286.85pt;margin-top:.2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816731" w14:paraId="1F0EBFA4" w14:textId="77777777">
                        <w:trPr>
                          <w:cantSplit/>
                          <w:trHeight w:hRule="exact" w:val="567"/>
                        </w:trPr>
                        <w:tc>
                          <w:tcPr>
                            <w:tcW w:w="3864" w:type="dxa"/>
                            <w:tcBorders>
                              <w:right w:val="single" w:sz="6" w:space="0" w:color="auto"/>
                            </w:tcBorders>
                            <w:tcMar>
                              <w:right w:w="170" w:type="dxa"/>
                            </w:tcMar>
                          </w:tcPr>
                          <w:p w14:paraId="01B1DA42" w14:textId="77777777" w:rsidR="00816731" w:rsidRDefault="00816731">
                            <w:pPr>
                              <w:pStyle w:val="PIKontakt"/>
                              <w:tabs>
                                <w:tab w:val="left" w:pos="3600"/>
                              </w:tabs>
                            </w:pPr>
                          </w:p>
                        </w:tc>
                      </w:tr>
                      <w:tr w:rsidR="00816731" w14:paraId="11173980" w14:textId="77777777">
                        <w:tc>
                          <w:tcPr>
                            <w:tcW w:w="3864" w:type="dxa"/>
                            <w:tcBorders>
                              <w:right w:val="single" w:sz="6" w:space="0" w:color="auto"/>
                            </w:tcBorders>
                            <w:tcMar>
                              <w:right w:w="170" w:type="dxa"/>
                            </w:tcMar>
                          </w:tcPr>
                          <w:p w14:paraId="13DAA9C2" w14:textId="77777777" w:rsidR="00816731" w:rsidRDefault="00816731">
                            <w:pPr>
                              <w:pStyle w:val="PIKontakt"/>
                              <w:rPr>
                                <w:b/>
                              </w:rPr>
                            </w:pPr>
                            <w:r>
                              <w:rPr>
                                <w:b/>
                              </w:rPr>
                              <w:t>Presse- und Öffentlichkeitsarbeit</w:t>
                            </w:r>
                          </w:p>
                          <w:p w14:paraId="46AF4447" w14:textId="77777777" w:rsidR="00816731" w:rsidRPr="00166725" w:rsidRDefault="00816731"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CDB389A" w14:textId="77777777" w:rsidR="00816731" w:rsidRDefault="00816731" w:rsidP="00D14A2C">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816731" w14:paraId="487AE69F" w14:textId="77777777">
                        <w:trPr>
                          <w:trHeight w:val="1418"/>
                        </w:trPr>
                        <w:tc>
                          <w:tcPr>
                            <w:tcW w:w="3864" w:type="dxa"/>
                            <w:tcBorders>
                              <w:right w:val="single" w:sz="6" w:space="0" w:color="auto"/>
                            </w:tcBorders>
                            <w:tcMar>
                              <w:right w:w="170" w:type="dxa"/>
                            </w:tcMar>
                          </w:tcPr>
                          <w:p w14:paraId="430596E7" w14:textId="77777777" w:rsidR="00816731" w:rsidRDefault="00816731">
                            <w:pPr>
                              <w:pStyle w:val="PIKontakt"/>
                              <w:tabs>
                                <w:tab w:val="left" w:pos="3600"/>
                              </w:tabs>
                            </w:pPr>
                          </w:p>
                        </w:tc>
                      </w:tr>
                    </w:tbl>
                    <w:p w14:paraId="2DEE3F46" w14:textId="77777777" w:rsidR="00816731" w:rsidRDefault="00816731" w:rsidP="0047607D"/>
                  </w:txbxContent>
                </v:textbox>
              </v:shape>
            </w:pict>
          </mc:Fallback>
        </mc:AlternateContent>
      </w:r>
      <w:r w:rsidR="007E6EEA">
        <w:rPr>
          <w:iCs w:val="0"/>
          <w:szCs w:val="22"/>
        </w:rPr>
        <w:t>Premiere auf der SPS</w:t>
      </w:r>
      <w:r w:rsidR="0052789B">
        <w:rPr>
          <w:iCs w:val="0"/>
          <w:szCs w:val="22"/>
        </w:rPr>
        <w:t xml:space="preserve">: </w:t>
      </w:r>
      <w:proofErr w:type="spellStart"/>
      <w:r w:rsidR="0052789B">
        <w:rPr>
          <w:iCs w:val="0"/>
          <w:szCs w:val="22"/>
        </w:rPr>
        <w:t>Eplan</w:t>
      </w:r>
      <w:proofErr w:type="spellEnd"/>
      <w:r w:rsidR="0052789B">
        <w:rPr>
          <w:iCs w:val="0"/>
          <w:szCs w:val="22"/>
        </w:rPr>
        <w:t xml:space="preserve"> Smart </w:t>
      </w:r>
      <w:proofErr w:type="spellStart"/>
      <w:r w:rsidR="0052789B">
        <w:rPr>
          <w:iCs w:val="0"/>
          <w:szCs w:val="22"/>
        </w:rPr>
        <w:t>Mounting</w:t>
      </w:r>
      <w:proofErr w:type="spellEnd"/>
      <w:r w:rsidR="00885E11" w:rsidRPr="00064786">
        <w:rPr>
          <w:iCs w:val="0"/>
          <w:szCs w:val="22"/>
        </w:rPr>
        <w:t xml:space="preserve"> </w:t>
      </w:r>
    </w:p>
    <w:p w14:paraId="4CC4A5CD" w14:textId="7C3D9BCD" w:rsidR="00602D90" w:rsidRDefault="0052789B" w:rsidP="00AA2E6D">
      <w:pPr>
        <w:pStyle w:val="PIDachzeile"/>
        <w:tabs>
          <w:tab w:val="left" w:pos="5580"/>
        </w:tabs>
        <w:ind w:right="3493"/>
        <w:rPr>
          <w:b/>
          <w:bCs/>
          <w:i w:val="0"/>
          <w:noProof/>
          <w:sz w:val="28"/>
          <w:szCs w:val="28"/>
          <w:u w:val="none"/>
        </w:rPr>
      </w:pPr>
      <w:r>
        <w:rPr>
          <w:b/>
          <w:bCs/>
          <w:i w:val="0"/>
          <w:noProof/>
          <w:sz w:val="28"/>
          <w:szCs w:val="28"/>
          <w:u w:val="none"/>
        </w:rPr>
        <w:t xml:space="preserve">Die Schaltschrankfertigung wird </w:t>
      </w:r>
      <w:r w:rsidR="00A4781E">
        <w:rPr>
          <w:b/>
          <w:bCs/>
          <w:i w:val="0"/>
          <w:noProof/>
          <w:sz w:val="28"/>
          <w:szCs w:val="28"/>
          <w:u w:val="none"/>
        </w:rPr>
        <w:t xml:space="preserve">noch </w:t>
      </w:r>
      <w:r>
        <w:rPr>
          <w:b/>
          <w:bCs/>
          <w:i w:val="0"/>
          <w:noProof/>
          <w:sz w:val="28"/>
          <w:szCs w:val="28"/>
          <w:u w:val="none"/>
        </w:rPr>
        <w:t>smart</w:t>
      </w:r>
      <w:r w:rsidR="00A4781E">
        <w:rPr>
          <w:b/>
          <w:bCs/>
          <w:i w:val="0"/>
          <w:noProof/>
          <w:sz w:val="28"/>
          <w:szCs w:val="28"/>
          <w:u w:val="none"/>
        </w:rPr>
        <w:t>er</w:t>
      </w:r>
      <w:r>
        <w:rPr>
          <w:b/>
          <w:bCs/>
          <w:i w:val="0"/>
          <w:noProof/>
          <w:sz w:val="28"/>
          <w:szCs w:val="28"/>
          <w:u w:val="none"/>
        </w:rPr>
        <w:t>!</w:t>
      </w:r>
    </w:p>
    <w:p w14:paraId="085BE142" w14:textId="4ADA20FC" w:rsidR="00E8574E" w:rsidRDefault="00E8574E" w:rsidP="004B0CD6">
      <w:pPr>
        <w:pStyle w:val="PIDachzeile"/>
        <w:tabs>
          <w:tab w:val="left" w:pos="1309"/>
        </w:tabs>
        <w:spacing w:line="312" w:lineRule="auto"/>
        <w:ind w:right="3493"/>
        <w:rPr>
          <w:b/>
          <w:i w:val="0"/>
          <w:iCs w:val="0"/>
          <w:szCs w:val="22"/>
          <w:u w:val="none"/>
        </w:rPr>
      </w:pPr>
      <w:r>
        <w:rPr>
          <w:b/>
          <w:i w:val="0"/>
          <w:iCs w:val="0"/>
          <w:szCs w:val="22"/>
          <w:u w:val="none"/>
        </w:rPr>
        <w:t xml:space="preserve">Zeitdruck, Fachkräftemangel und </w:t>
      </w:r>
      <w:r w:rsidRPr="00FC61C1">
        <w:rPr>
          <w:b/>
          <w:i w:val="0"/>
          <w:iCs w:val="0"/>
          <w:szCs w:val="22"/>
          <w:u w:val="none"/>
        </w:rPr>
        <w:t xml:space="preserve">Kommunikationsbrüche kennzeichnen den Alltag in der Schaltschrankfertigung. Lösungsanbieter </w:t>
      </w:r>
      <w:proofErr w:type="spellStart"/>
      <w:r w:rsidRPr="00FC61C1">
        <w:rPr>
          <w:b/>
          <w:i w:val="0"/>
          <w:iCs w:val="0"/>
          <w:szCs w:val="22"/>
          <w:u w:val="none"/>
        </w:rPr>
        <w:t>Eplan</w:t>
      </w:r>
      <w:proofErr w:type="spellEnd"/>
      <w:r w:rsidRPr="00FC61C1">
        <w:rPr>
          <w:b/>
          <w:i w:val="0"/>
          <w:iCs w:val="0"/>
          <w:szCs w:val="22"/>
          <w:u w:val="none"/>
        </w:rPr>
        <w:t xml:space="preserve"> entschärft diese Faktoren</w:t>
      </w:r>
      <w:r w:rsidR="00723049">
        <w:rPr>
          <w:b/>
          <w:i w:val="0"/>
          <w:iCs w:val="0"/>
          <w:szCs w:val="22"/>
          <w:u w:val="none"/>
        </w:rPr>
        <w:t>:</w:t>
      </w:r>
      <w:r w:rsidRPr="00FC61C1">
        <w:rPr>
          <w:b/>
          <w:i w:val="0"/>
          <w:iCs w:val="0"/>
          <w:szCs w:val="22"/>
          <w:u w:val="none"/>
        </w:rPr>
        <w:t xml:space="preserve"> Die neue Software </w:t>
      </w:r>
      <w:proofErr w:type="spellStart"/>
      <w:r w:rsidRPr="00FC61C1">
        <w:rPr>
          <w:b/>
          <w:i w:val="0"/>
          <w:iCs w:val="0"/>
          <w:szCs w:val="22"/>
          <w:u w:val="none"/>
        </w:rPr>
        <w:t>Eplan</w:t>
      </w:r>
      <w:proofErr w:type="spellEnd"/>
      <w:r w:rsidRPr="00FC61C1">
        <w:rPr>
          <w:b/>
          <w:i w:val="0"/>
          <w:iCs w:val="0"/>
          <w:szCs w:val="22"/>
          <w:u w:val="none"/>
        </w:rPr>
        <w:t xml:space="preserve"> Smart </w:t>
      </w:r>
      <w:proofErr w:type="spellStart"/>
      <w:r w:rsidRPr="00FC61C1">
        <w:rPr>
          <w:b/>
          <w:i w:val="0"/>
          <w:iCs w:val="0"/>
          <w:szCs w:val="22"/>
          <w:u w:val="none"/>
        </w:rPr>
        <w:t>Mounting</w:t>
      </w:r>
      <w:proofErr w:type="spellEnd"/>
      <w:r w:rsidRPr="00FC61C1">
        <w:rPr>
          <w:b/>
          <w:i w:val="0"/>
          <w:iCs w:val="0"/>
          <w:szCs w:val="22"/>
          <w:u w:val="none"/>
        </w:rPr>
        <w:t xml:space="preserve"> unterstützt die manuelle Schaltschrankbestückung höchst </w:t>
      </w:r>
      <w:r w:rsidRPr="000E665C">
        <w:rPr>
          <w:b/>
          <w:i w:val="0"/>
          <w:iCs w:val="0"/>
          <w:szCs w:val="22"/>
          <w:u w:val="none"/>
        </w:rPr>
        <w:t>effizient</w:t>
      </w:r>
      <w:r w:rsidR="00723049" w:rsidRPr="000E665C">
        <w:rPr>
          <w:b/>
          <w:i w:val="0"/>
          <w:iCs w:val="0"/>
          <w:szCs w:val="22"/>
          <w:u w:val="none"/>
        </w:rPr>
        <w:t>.</w:t>
      </w:r>
      <w:r w:rsidRPr="000E665C">
        <w:rPr>
          <w:b/>
          <w:i w:val="0"/>
          <w:iCs w:val="0"/>
          <w:szCs w:val="22"/>
          <w:u w:val="none"/>
        </w:rPr>
        <w:t xml:space="preserve"> Schritt für Schritt </w:t>
      </w:r>
      <w:r w:rsidR="00DE4534" w:rsidRPr="000E665C">
        <w:rPr>
          <w:b/>
          <w:i w:val="0"/>
          <w:iCs w:val="0"/>
          <w:szCs w:val="22"/>
          <w:u w:val="none"/>
        </w:rPr>
        <w:t xml:space="preserve">führt sie </w:t>
      </w:r>
      <w:r w:rsidRPr="000E665C">
        <w:rPr>
          <w:b/>
          <w:i w:val="0"/>
          <w:iCs w:val="0"/>
          <w:szCs w:val="22"/>
          <w:u w:val="none"/>
        </w:rPr>
        <w:t>den Werker durch die Montage von Schienen</w:t>
      </w:r>
      <w:r w:rsidR="002C5294" w:rsidRPr="000E665C">
        <w:rPr>
          <w:b/>
          <w:i w:val="0"/>
          <w:iCs w:val="0"/>
          <w:szCs w:val="22"/>
          <w:u w:val="none"/>
        </w:rPr>
        <w:t xml:space="preserve">, </w:t>
      </w:r>
      <w:r w:rsidRPr="000E665C">
        <w:rPr>
          <w:b/>
          <w:i w:val="0"/>
          <w:iCs w:val="0"/>
          <w:szCs w:val="22"/>
          <w:u w:val="none"/>
        </w:rPr>
        <w:t xml:space="preserve">Kabelkanälen </w:t>
      </w:r>
      <w:r w:rsidR="002C5294" w:rsidRPr="000E665C">
        <w:rPr>
          <w:b/>
          <w:i w:val="0"/>
          <w:iCs w:val="0"/>
          <w:szCs w:val="22"/>
          <w:u w:val="none"/>
        </w:rPr>
        <w:t xml:space="preserve">und </w:t>
      </w:r>
      <w:r w:rsidR="00B26EE6">
        <w:rPr>
          <w:b/>
          <w:i w:val="0"/>
          <w:iCs w:val="0"/>
          <w:szCs w:val="22"/>
          <w:u w:val="none"/>
        </w:rPr>
        <w:t>elektrotechnischen</w:t>
      </w:r>
      <w:r w:rsidR="000E665C" w:rsidRPr="000E665C">
        <w:rPr>
          <w:b/>
          <w:i w:val="0"/>
          <w:iCs w:val="0"/>
          <w:szCs w:val="22"/>
          <w:u w:val="none"/>
        </w:rPr>
        <w:t xml:space="preserve"> Komponenten </w:t>
      </w:r>
      <w:r w:rsidR="00DE4534" w:rsidRPr="000E665C">
        <w:rPr>
          <w:b/>
          <w:i w:val="0"/>
          <w:iCs w:val="0"/>
          <w:szCs w:val="22"/>
          <w:u w:val="none"/>
        </w:rPr>
        <w:t xml:space="preserve">und zeigt auf, wo </w:t>
      </w:r>
      <w:r w:rsidR="000E665C" w:rsidRPr="000E665C">
        <w:rPr>
          <w:b/>
          <w:i w:val="0"/>
          <w:iCs w:val="0"/>
          <w:szCs w:val="22"/>
          <w:u w:val="none"/>
        </w:rPr>
        <w:t>welches Bauteil</w:t>
      </w:r>
      <w:r w:rsidR="00DE4534" w:rsidRPr="000E665C">
        <w:rPr>
          <w:b/>
          <w:i w:val="0"/>
          <w:iCs w:val="0"/>
          <w:szCs w:val="22"/>
          <w:u w:val="none"/>
        </w:rPr>
        <w:t xml:space="preserve"> platziert werden muss.</w:t>
      </w:r>
      <w:r w:rsidR="00DE4534">
        <w:rPr>
          <w:b/>
          <w:i w:val="0"/>
          <w:iCs w:val="0"/>
          <w:szCs w:val="22"/>
          <w:u w:val="none"/>
        </w:rPr>
        <w:t xml:space="preserve"> U</w:t>
      </w:r>
      <w:r w:rsidR="00DE4534" w:rsidRPr="00DE4534">
        <w:rPr>
          <w:b/>
          <w:i w:val="0"/>
          <w:iCs w:val="0"/>
          <w:szCs w:val="22"/>
          <w:u w:val="none"/>
        </w:rPr>
        <w:t xml:space="preserve">nterstützt von einer 3D-Visualisierung erkennen </w:t>
      </w:r>
      <w:r w:rsidR="00DE4534">
        <w:rPr>
          <w:b/>
          <w:i w:val="0"/>
          <w:iCs w:val="0"/>
          <w:szCs w:val="22"/>
          <w:u w:val="none"/>
        </w:rPr>
        <w:t>auch weniger erfahrene Fachkräfte</w:t>
      </w:r>
      <w:r w:rsidR="00DE4534" w:rsidRPr="00DE4534">
        <w:rPr>
          <w:b/>
          <w:i w:val="0"/>
          <w:iCs w:val="0"/>
          <w:szCs w:val="22"/>
          <w:u w:val="none"/>
        </w:rPr>
        <w:t xml:space="preserve">, wo welche Komponente </w:t>
      </w:r>
      <w:r w:rsidR="002C1D1A">
        <w:rPr>
          <w:b/>
          <w:i w:val="0"/>
          <w:iCs w:val="0"/>
          <w:szCs w:val="22"/>
          <w:u w:val="none"/>
        </w:rPr>
        <w:t xml:space="preserve">wie </w:t>
      </w:r>
      <w:r w:rsidR="00DE4534" w:rsidRPr="00DE4534">
        <w:rPr>
          <w:b/>
          <w:i w:val="0"/>
          <w:iCs w:val="0"/>
          <w:szCs w:val="22"/>
          <w:u w:val="none"/>
        </w:rPr>
        <w:t xml:space="preserve">platziert werden muss. </w:t>
      </w:r>
      <w:r w:rsidR="00FC61C1">
        <w:rPr>
          <w:b/>
          <w:i w:val="0"/>
          <w:iCs w:val="0"/>
          <w:szCs w:val="22"/>
          <w:u w:val="none"/>
        </w:rPr>
        <w:t xml:space="preserve">In Kombination mit </w:t>
      </w:r>
      <w:proofErr w:type="spellStart"/>
      <w:r w:rsidR="00FC61C1">
        <w:rPr>
          <w:b/>
          <w:i w:val="0"/>
          <w:iCs w:val="0"/>
          <w:szCs w:val="22"/>
          <w:u w:val="none"/>
        </w:rPr>
        <w:t>Eplan</w:t>
      </w:r>
      <w:proofErr w:type="spellEnd"/>
      <w:r w:rsidR="00FC61C1">
        <w:rPr>
          <w:b/>
          <w:i w:val="0"/>
          <w:iCs w:val="0"/>
          <w:szCs w:val="22"/>
          <w:u w:val="none"/>
        </w:rPr>
        <w:t xml:space="preserve"> Smart </w:t>
      </w:r>
      <w:proofErr w:type="spellStart"/>
      <w:r w:rsidR="00FC61C1">
        <w:rPr>
          <w:b/>
          <w:i w:val="0"/>
          <w:iCs w:val="0"/>
          <w:szCs w:val="22"/>
          <w:u w:val="none"/>
        </w:rPr>
        <w:t>Wiring</w:t>
      </w:r>
      <w:proofErr w:type="spellEnd"/>
      <w:r w:rsidR="00FC61C1">
        <w:rPr>
          <w:b/>
          <w:i w:val="0"/>
          <w:iCs w:val="0"/>
          <w:szCs w:val="22"/>
          <w:u w:val="none"/>
        </w:rPr>
        <w:t xml:space="preserve"> lässt sich </w:t>
      </w:r>
      <w:r w:rsidR="00990FCD">
        <w:rPr>
          <w:b/>
          <w:i w:val="0"/>
          <w:iCs w:val="0"/>
          <w:szCs w:val="22"/>
          <w:u w:val="none"/>
        </w:rPr>
        <w:t>zudem</w:t>
      </w:r>
      <w:r w:rsidR="00FC61C1">
        <w:rPr>
          <w:b/>
          <w:i w:val="0"/>
          <w:iCs w:val="0"/>
          <w:szCs w:val="22"/>
          <w:u w:val="none"/>
        </w:rPr>
        <w:t xml:space="preserve"> die Verdrahtung</w:t>
      </w:r>
      <w:r w:rsidR="00884BE7">
        <w:rPr>
          <w:b/>
          <w:i w:val="0"/>
          <w:iCs w:val="0"/>
          <w:szCs w:val="22"/>
          <w:u w:val="none"/>
        </w:rPr>
        <w:t xml:space="preserve"> </w:t>
      </w:r>
      <w:r w:rsidR="00723049">
        <w:rPr>
          <w:b/>
          <w:i w:val="0"/>
          <w:iCs w:val="0"/>
          <w:szCs w:val="22"/>
          <w:u w:val="none"/>
        </w:rPr>
        <w:t>auf einheitlicher Datenbasis</w:t>
      </w:r>
      <w:r w:rsidR="00884BE7">
        <w:rPr>
          <w:b/>
          <w:i w:val="0"/>
          <w:iCs w:val="0"/>
          <w:szCs w:val="22"/>
          <w:u w:val="none"/>
        </w:rPr>
        <w:t xml:space="preserve"> exakt visualisieren. </w:t>
      </w:r>
    </w:p>
    <w:p w14:paraId="0B3A3C75" w14:textId="7412188C" w:rsidR="0052789B" w:rsidRDefault="004B0CD6" w:rsidP="0052789B">
      <w:pPr>
        <w:pStyle w:val="paragraph"/>
        <w:spacing w:before="0" w:beforeAutospacing="0" w:after="0" w:afterAutospacing="0" w:line="312" w:lineRule="auto"/>
        <w:ind w:right="3493"/>
        <w:textAlignment w:val="baseline"/>
        <w:rPr>
          <w:rFonts w:ascii="Arial" w:hAnsi="Arial" w:cs="Arial"/>
          <w:sz w:val="22"/>
          <w:szCs w:val="22"/>
        </w:rPr>
      </w:pPr>
      <w:r w:rsidRPr="00A56994">
        <w:rPr>
          <w:rFonts w:ascii="Arial" w:hAnsi="Arial" w:cs="Arial"/>
          <w:sz w:val="22"/>
          <w:szCs w:val="22"/>
        </w:rPr>
        <w:t xml:space="preserve">Monheim, </w:t>
      </w:r>
      <w:r w:rsidR="0017058B">
        <w:rPr>
          <w:rFonts w:ascii="Arial" w:hAnsi="Arial" w:cs="Arial"/>
          <w:sz w:val="22"/>
          <w:szCs w:val="22"/>
        </w:rPr>
        <w:t>0</w:t>
      </w:r>
      <w:r w:rsidR="007E6EEA">
        <w:rPr>
          <w:rFonts w:ascii="Arial" w:hAnsi="Arial" w:cs="Arial"/>
          <w:sz w:val="22"/>
          <w:szCs w:val="22"/>
        </w:rPr>
        <w:t>8</w:t>
      </w:r>
      <w:r w:rsidRPr="00A56994">
        <w:rPr>
          <w:rFonts w:ascii="Arial" w:hAnsi="Arial" w:cs="Arial"/>
          <w:sz w:val="22"/>
          <w:szCs w:val="22"/>
        </w:rPr>
        <w:t xml:space="preserve">. </w:t>
      </w:r>
      <w:r w:rsidR="007E6EEA">
        <w:rPr>
          <w:rFonts w:ascii="Arial" w:hAnsi="Arial" w:cs="Arial"/>
          <w:sz w:val="22"/>
          <w:szCs w:val="22"/>
        </w:rPr>
        <w:t>November</w:t>
      </w:r>
      <w:r w:rsidRPr="00A56994">
        <w:rPr>
          <w:rFonts w:ascii="Arial" w:hAnsi="Arial" w:cs="Arial"/>
          <w:sz w:val="22"/>
          <w:szCs w:val="22"/>
        </w:rPr>
        <w:t xml:space="preserve"> 2022: </w:t>
      </w:r>
      <w:proofErr w:type="spellStart"/>
      <w:r w:rsidR="00A4781E">
        <w:rPr>
          <w:rFonts w:ascii="Arial" w:hAnsi="Arial" w:cs="Arial"/>
          <w:sz w:val="22"/>
          <w:szCs w:val="22"/>
        </w:rPr>
        <w:t>Der</w:t>
      </w:r>
      <w:r w:rsidR="00723049">
        <w:rPr>
          <w:rFonts w:ascii="Arial" w:hAnsi="Arial" w:cs="Arial"/>
          <w:sz w:val="22"/>
          <w:szCs w:val="22"/>
        </w:rPr>
        <w:t>e</w:t>
      </w:r>
      <w:proofErr w:type="spellEnd"/>
      <w:r w:rsidR="00723049">
        <w:rPr>
          <w:rFonts w:ascii="Arial" w:hAnsi="Arial" w:cs="Arial"/>
          <w:sz w:val="22"/>
          <w:szCs w:val="22"/>
        </w:rPr>
        <w:t xml:space="preserve"> S</w:t>
      </w:r>
      <w:r w:rsidR="00A4781E">
        <w:rPr>
          <w:rFonts w:ascii="Arial" w:hAnsi="Arial" w:cs="Arial"/>
          <w:sz w:val="22"/>
          <w:szCs w:val="22"/>
        </w:rPr>
        <w:t>teuerungs- und Schaltschrankbausteht unter</w:t>
      </w:r>
      <w:r w:rsidR="00723049">
        <w:rPr>
          <w:rFonts w:ascii="Arial" w:hAnsi="Arial" w:cs="Arial"/>
          <w:sz w:val="22"/>
          <w:szCs w:val="22"/>
        </w:rPr>
        <w:t xml:space="preserve"> Zeitdruck. Doch auch der Fachkräftemangel sorgt </w:t>
      </w:r>
      <w:r w:rsidR="00A35A12">
        <w:rPr>
          <w:rFonts w:ascii="Arial" w:hAnsi="Arial" w:cs="Arial"/>
          <w:sz w:val="22"/>
          <w:szCs w:val="22"/>
        </w:rPr>
        <w:t>vielfach für</w:t>
      </w:r>
      <w:r w:rsidR="00723049">
        <w:rPr>
          <w:rFonts w:ascii="Arial" w:hAnsi="Arial" w:cs="Arial"/>
          <w:sz w:val="22"/>
          <w:szCs w:val="22"/>
        </w:rPr>
        <w:t xml:space="preserve"> Engpässe. Hier kommt </w:t>
      </w:r>
      <w:proofErr w:type="spellStart"/>
      <w:r w:rsidR="00723049">
        <w:rPr>
          <w:rFonts w:ascii="Arial" w:hAnsi="Arial" w:cs="Arial"/>
          <w:sz w:val="22"/>
          <w:szCs w:val="22"/>
        </w:rPr>
        <w:t>Eplan</w:t>
      </w:r>
      <w:proofErr w:type="spellEnd"/>
      <w:r w:rsidR="00723049">
        <w:rPr>
          <w:rFonts w:ascii="Arial" w:hAnsi="Arial" w:cs="Arial"/>
          <w:sz w:val="22"/>
          <w:szCs w:val="22"/>
        </w:rPr>
        <w:t xml:space="preserve"> Smart </w:t>
      </w:r>
      <w:proofErr w:type="spellStart"/>
      <w:r w:rsidR="00723049">
        <w:rPr>
          <w:rFonts w:ascii="Arial" w:hAnsi="Arial" w:cs="Arial"/>
          <w:sz w:val="22"/>
          <w:szCs w:val="22"/>
        </w:rPr>
        <w:t>Mounting</w:t>
      </w:r>
      <w:proofErr w:type="spellEnd"/>
      <w:r w:rsidR="00723049">
        <w:rPr>
          <w:rFonts w:ascii="Arial" w:hAnsi="Arial" w:cs="Arial"/>
          <w:sz w:val="22"/>
          <w:szCs w:val="22"/>
        </w:rPr>
        <w:t xml:space="preserve"> ins Spiel</w:t>
      </w:r>
      <w:r w:rsidR="00DE5B0B">
        <w:rPr>
          <w:rFonts w:ascii="Arial" w:hAnsi="Arial" w:cs="Arial"/>
          <w:sz w:val="22"/>
          <w:szCs w:val="22"/>
        </w:rPr>
        <w:t>:</w:t>
      </w:r>
      <w:r w:rsidR="00723049">
        <w:rPr>
          <w:rFonts w:ascii="Arial" w:hAnsi="Arial" w:cs="Arial"/>
          <w:sz w:val="22"/>
          <w:szCs w:val="22"/>
        </w:rPr>
        <w:t xml:space="preserve"> </w:t>
      </w:r>
      <w:r w:rsidR="00A35A12">
        <w:rPr>
          <w:rFonts w:ascii="Arial" w:hAnsi="Arial" w:cs="Arial"/>
          <w:sz w:val="22"/>
          <w:szCs w:val="22"/>
        </w:rPr>
        <w:t xml:space="preserve">Die neue Software – erstmals auf der SPS </w:t>
      </w:r>
      <w:r w:rsidR="00A4781E">
        <w:rPr>
          <w:rFonts w:ascii="Arial" w:hAnsi="Arial" w:cs="Arial"/>
          <w:sz w:val="22"/>
          <w:szCs w:val="22"/>
        </w:rPr>
        <w:t xml:space="preserve">2022 </w:t>
      </w:r>
      <w:r w:rsidR="00DE5B0B">
        <w:rPr>
          <w:rFonts w:ascii="Arial" w:hAnsi="Arial" w:cs="Arial"/>
          <w:sz w:val="22"/>
          <w:szCs w:val="22"/>
        </w:rPr>
        <w:t>vorgestellt</w:t>
      </w:r>
      <w:r w:rsidR="00A35A12">
        <w:rPr>
          <w:rFonts w:ascii="Arial" w:hAnsi="Arial" w:cs="Arial"/>
          <w:sz w:val="22"/>
          <w:szCs w:val="22"/>
        </w:rPr>
        <w:t xml:space="preserve"> – führt durch den gesamten </w:t>
      </w:r>
      <w:r w:rsidR="00362532">
        <w:rPr>
          <w:rFonts w:ascii="Arial" w:hAnsi="Arial" w:cs="Arial"/>
          <w:sz w:val="22"/>
          <w:szCs w:val="22"/>
        </w:rPr>
        <w:t>Schaltschrankaufbau</w:t>
      </w:r>
      <w:r w:rsidR="00A35A12">
        <w:rPr>
          <w:rFonts w:ascii="Arial" w:hAnsi="Arial" w:cs="Arial"/>
          <w:sz w:val="22"/>
          <w:szCs w:val="22"/>
        </w:rPr>
        <w:t xml:space="preserve">. Sie unterstützt </w:t>
      </w:r>
      <w:r w:rsidR="00990FCD">
        <w:rPr>
          <w:rFonts w:ascii="Arial" w:hAnsi="Arial" w:cs="Arial"/>
          <w:sz w:val="22"/>
          <w:szCs w:val="22"/>
        </w:rPr>
        <w:t>Mitarbeiter</w:t>
      </w:r>
      <w:r w:rsidR="00A35A12">
        <w:rPr>
          <w:rFonts w:ascii="Arial" w:hAnsi="Arial" w:cs="Arial"/>
          <w:sz w:val="22"/>
          <w:szCs w:val="22"/>
        </w:rPr>
        <w:t xml:space="preserve"> bei der Montage sämtlicher Komponenten im Schaltschrank bzw. auf der Montageplatte. </w:t>
      </w:r>
      <w:r w:rsidR="00362532">
        <w:rPr>
          <w:rFonts w:ascii="Arial" w:hAnsi="Arial" w:cs="Arial"/>
          <w:sz w:val="22"/>
          <w:szCs w:val="22"/>
        </w:rPr>
        <w:t>Bedienerfreundlich dargestellt und u</w:t>
      </w:r>
      <w:r w:rsidR="00A35A12">
        <w:rPr>
          <w:rFonts w:ascii="Arial" w:hAnsi="Arial" w:cs="Arial"/>
          <w:sz w:val="22"/>
          <w:szCs w:val="22"/>
        </w:rPr>
        <w:t xml:space="preserve">nterstützt von einer 3D-Visualisierung </w:t>
      </w:r>
      <w:r w:rsidR="00990FCD">
        <w:rPr>
          <w:rFonts w:ascii="Arial" w:hAnsi="Arial" w:cs="Arial"/>
          <w:sz w:val="22"/>
          <w:szCs w:val="22"/>
        </w:rPr>
        <w:t xml:space="preserve">erkennt </w:t>
      </w:r>
      <w:r w:rsidR="00DE5B0B">
        <w:rPr>
          <w:rFonts w:ascii="Arial" w:hAnsi="Arial" w:cs="Arial"/>
          <w:sz w:val="22"/>
          <w:szCs w:val="22"/>
        </w:rPr>
        <w:t>der Werker</w:t>
      </w:r>
      <w:r w:rsidR="00990FCD">
        <w:rPr>
          <w:rFonts w:ascii="Arial" w:hAnsi="Arial" w:cs="Arial"/>
          <w:sz w:val="22"/>
          <w:szCs w:val="22"/>
        </w:rPr>
        <w:t xml:space="preserve"> sofort</w:t>
      </w:r>
      <w:r w:rsidR="00A35A12">
        <w:rPr>
          <w:rFonts w:ascii="Arial" w:hAnsi="Arial" w:cs="Arial"/>
          <w:sz w:val="22"/>
          <w:szCs w:val="22"/>
        </w:rPr>
        <w:t xml:space="preserve">, wo welche Komponente </w:t>
      </w:r>
      <w:r w:rsidR="00990FCD">
        <w:rPr>
          <w:rFonts w:ascii="Arial" w:hAnsi="Arial" w:cs="Arial"/>
          <w:sz w:val="22"/>
          <w:szCs w:val="22"/>
        </w:rPr>
        <w:t xml:space="preserve">wie </w:t>
      </w:r>
      <w:r w:rsidR="00A35A12">
        <w:rPr>
          <w:rFonts w:ascii="Arial" w:hAnsi="Arial" w:cs="Arial"/>
          <w:sz w:val="22"/>
          <w:szCs w:val="22"/>
        </w:rPr>
        <w:t xml:space="preserve">platziert werden muss. </w:t>
      </w:r>
      <w:r w:rsidR="00362532" w:rsidRPr="00A0150D">
        <w:rPr>
          <w:rFonts w:ascii="Arial" w:hAnsi="Arial" w:cs="Arial"/>
          <w:sz w:val="22"/>
          <w:szCs w:val="22"/>
        </w:rPr>
        <w:t xml:space="preserve">Fertigungsmitarbeiter </w:t>
      </w:r>
      <w:r w:rsidR="00DE5B0B">
        <w:rPr>
          <w:rFonts w:ascii="Arial" w:hAnsi="Arial" w:cs="Arial"/>
          <w:sz w:val="22"/>
          <w:szCs w:val="22"/>
        </w:rPr>
        <w:t>erhalten</w:t>
      </w:r>
      <w:r w:rsidR="00990FCD">
        <w:rPr>
          <w:rFonts w:ascii="Arial" w:hAnsi="Arial" w:cs="Arial"/>
          <w:sz w:val="22"/>
          <w:szCs w:val="22"/>
        </w:rPr>
        <w:t xml:space="preserve"> </w:t>
      </w:r>
      <w:r w:rsidR="00DE5B0B">
        <w:rPr>
          <w:rFonts w:ascii="Arial" w:hAnsi="Arial" w:cs="Arial"/>
          <w:sz w:val="22"/>
          <w:szCs w:val="22"/>
        </w:rPr>
        <w:t xml:space="preserve">in </w:t>
      </w:r>
      <w:proofErr w:type="spellStart"/>
      <w:r w:rsidR="00DE5B0B">
        <w:rPr>
          <w:rFonts w:ascii="Arial" w:hAnsi="Arial" w:cs="Arial"/>
          <w:sz w:val="22"/>
          <w:szCs w:val="22"/>
        </w:rPr>
        <w:t>Eplan</w:t>
      </w:r>
      <w:proofErr w:type="spellEnd"/>
      <w:r w:rsidR="00DE5B0B">
        <w:rPr>
          <w:rFonts w:ascii="Arial" w:hAnsi="Arial" w:cs="Arial"/>
          <w:sz w:val="22"/>
          <w:szCs w:val="22"/>
        </w:rPr>
        <w:t xml:space="preserve"> Smart </w:t>
      </w:r>
      <w:proofErr w:type="spellStart"/>
      <w:r w:rsidR="00DE5B0B">
        <w:rPr>
          <w:rFonts w:ascii="Arial" w:hAnsi="Arial" w:cs="Arial"/>
          <w:sz w:val="22"/>
          <w:szCs w:val="22"/>
        </w:rPr>
        <w:t>Mounting</w:t>
      </w:r>
      <w:proofErr w:type="spellEnd"/>
      <w:r w:rsidR="00DE5B0B">
        <w:rPr>
          <w:rFonts w:ascii="Arial" w:hAnsi="Arial" w:cs="Arial"/>
          <w:sz w:val="22"/>
          <w:szCs w:val="22"/>
        </w:rPr>
        <w:t xml:space="preserve"> </w:t>
      </w:r>
      <w:r w:rsidR="00362532" w:rsidRPr="00A0150D">
        <w:rPr>
          <w:rFonts w:ascii="Arial" w:hAnsi="Arial" w:cs="Arial"/>
          <w:sz w:val="22"/>
          <w:szCs w:val="22"/>
        </w:rPr>
        <w:t xml:space="preserve">eine komplette Auflistung aller </w:t>
      </w:r>
      <w:r w:rsidR="00362532">
        <w:rPr>
          <w:rFonts w:ascii="Arial" w:hAnsi="Arial" w:cs="Arial"/>
          <w:sz w:val="22"/>
          <w:szCs w:val="22"/>
        </w:rPr>
        <w:t xml:space="preserve">auszuführenden </w:t>
      </w:r>
      <w:r w:rsidR="00362532" w:rsidRPr="00A0150D">
        <w:rPr>
          <w:rFonts w:ascii="Arial" w:hAnsi="Arial" w:cs="Arial"/>
          <w:sz w:val="22"/>
          <w:szCs w:val="22"/>
        </w:rPr>
        <w:t xml:space="preserve">Arbeitsschritte. Das fängt bei der Montage von beispielsweise Hutschienen und Kabelkanälen </w:t>
      </w:r>
      <w:r w:rsidR="0052789B">
        <w:rPr>
          <w:rFonts w:ascii="Arial" w:hAnsi="Arial" w:cs="Arial"/>
          <w:sz w:val="22"/>
          <w:szCs w:val="22"/>
        </w:rPr>
        <w:t xml:space="preserve">an </w:t>
      </w:r>
      <w:r w:rsidR="00362532" w:rsidRPr="00A0150D">
        <w:rPr>
          <w:rFonts w:ascii="Arial" w:hAnsi="Arial" w:cs="Arial"/>
          <w:sz w:val="22"/>
          <w:szCs w:val="22"/>
        </w:rPr>
        <w:t xml:space="preserve">und hört bei </w:t>
      </w:r>
      <w:r w:rsidR="00B26EE6">
        <w:rPr>
          <w:rFonts w:ascii="Arial" w:hAnsi="Arial" w:cs="Arial"/>
          <w:sz w:val="22"/>
          <w:szCs w:val="22"/>
        </w:rPr>
        <w:t>elektrotechnischen</w:t>
      </w:r>
      <w:r w:rsidR="00AB4C10">
        <w:rPr>
          <w:rFonts w:ascii="Arial" w:hAnsi="Arial" w:cs="Arial"/>
          <w:sz w:val="22"/>
          <w:szCs w:val="22"/>
        </w:rPr>
        <w:t xml:space="preserve"> Komponenten</w:t>
      </w:r>
      <w:r w:rsidR="00362532" w:rsidRPr="00A0150D">
        <w:rPr>
          <w:rFonts w:ascii="Arial" w:hAnsi="Arial" w:cs="Arial"/>
          <w:sz w:val="22"/>
          <w:szCs w:val="22"/>
        </w:rPr>
        <w:t xml:space="preserve"> wie Hilfsschaltern oder Zeitrelais</w:t>
      </w:r>
      <w:r w:rsidR="00DE5B0B">
        <w:rPr>
          <w:rFonts w:ascii="Arial" w:hAnsi="Arial" w:cs="Arial"/>
          <w:sz w:val="22"/>
          <w:szCs w:val="22"/>
        </w:rPr>
        <w:t xml:space="preserve"> auf</w:t>
      </w:r>
      <w:r w:rsidR="00362532" w:rsidRPr="00A0150D">
        <w:rPr>
          <w:rFonts w:ascii="Arial" w:hAnsi="Arial" w:cs="Arial"/>
          <w:sz w:val="22"/>
          <w:szCs w:val="22"/>
        </w:rPr>
        <w:t xml:space="preserve">. </w:t>
      </w:r>
      <w:r w:rsidR="0052789B">
        <w:rPr>
          <w:rFonts w:ascii="Arial" w:hAnsi="Arial" w:cs="Arial"/>
          <w:sz w:val="22"/>
          <w:szCs w:val="22"/>
        </w:rPr>
        <w:t xml:space="preserve">Die browserbasierte Anwendung mit zentralem Web-Server </w:t>
      </w:r>
      <w:r w:rsidR="0052789B">
        <w:rPr>
          <w:rFonts w:ascii="Arial" w:hAnsi="Arial" w:cs="Arial"/>
          <w:sz w:val="22"/>
          <w:szCs w:val="22"/>
        </w:rPr>
        <w:lastRenderedPageBreak/>
        <w:t xml:space="preserve">kommt dabei ohne Installation aus und lässt sich beispielsweise per Tablet in der Werkstatt einsetzen. </w:t>
      </w:r>
    </w:p>
    <w:p w14:paraId="18BDC92E" w14:textId="6E9C7425" w:rsidR="002C1D1A" w:rsidRPr="00DE5B0B" w:rsidRDefault="00DE5B0B" w:rsidP="00DE5B0B">
      <w:pPr>
        <w:pStyle w:val="StandardWeb"/>
        <w:spacing w:after="120" w:afterAutospacing="0" w:line="312" w:lineRule="auto"/>
        <w:ind w:right="3493"/>
        <w:rPr>
          <w:rFonts w:ascii="Arial" w:hAnsi="Arial" w:cs="Arial"/>
          <w:b/>
          <w:bCs/>
          <w:sz w:val="22"/>
          <w:szCs w:val="22"/>
        </w:rPr>
      </w:pPr>
      <w:r w:rsidRPr="00DE5B0B">
        <w:rPr>
          <w:rFonts w:ascii="Arial" w:hAnsi="Arial" w:cs="Arial"/>
          <w:b/>
          <w:bCs/>
          <w:sz w:val="22"/>
          <w:szCs w:val="22"/>
        </w:rPr>
        <w:t xml:space="preserve">Einfache Montage – </w:t>
      </w:r>
      <w:r>
        <w:rPr>
          <w:rFonts w:ascii="Arial" w:hAnsi="Arial" w:cs="Arial"/>
          <w:b/>
          <w:bCs/>
          <w:sz w:val="22"/>
          <w:szCs w:val="22"/>
        </w:rPr>
        <w:t>korrekte Ergebnisse</w:t>
      </w:r>
    </w:p>
    <w:p w14:paraId="2DF7116B" w14:textId="2CB5197F" w:rsidR="00A4781E" w:rsidRDefault="0052789B" w:rsidP="00DE5B0B">
      <w:pPr>
        <w:pStyle w:val="StandardWeb"/>
        <w:spacing w:before="0" w:beforeAutospacing="0" w:after="0" w:afterAutospacing="0" w:line="312" w:lineRule="auto"/>
        <w:ind w:right="3493"/>
        <w:rPr>
          <w:rFonts w:ascii="Arial" w:hAnsi="Arial" w:cs="Arial"/>
          <w:sz w:val="22"/>
          <w:szCs w:val="22"/>
        </w:rPr>
      </w:pPr>
      <w:r>
        <w:rPr>
          <w:rFonts w:ascii="Arial" w:hAnsi="Arial" w:cs="Arial"/>
          <w:sz w:val="22"/>
          <w:szCs w:val="22"/>
        </w:rPr>
        <w:t xml:space="preserve">Der digitale Zwilling </w:t>
      </w:r>
      <w:r w:rsidR="00F70FC0">
        <w:rPr>
          <w:rFonts w:ascii="Arial" w:hAnsi="Arial" w:cs="Arial"/>
          <w:sz w:val="22"/>
          <w:szCs w:val="22"/>
        </w:rPr>
        <w:t>in</w:t>
      </w:r>
      <w:r>
        <w:rPr>
          <w:rFonts w:ascii="Arial" w:hAnsi="Arial" w:cs="Arial"/>
          <w:sz w:val="22"/>
          <w:szCs w:val="22"/>
        </w:rPr>
        <w:t xml:space="preserve"> </w:t>
      </w:r>
      <w:proofErr w:type="spellStart"/>
      <w:r>
        <w:rPr>
          <w:rFonts w:ascii="Arial" w:hAnsi="Arial" w:cs="Arial"/>
          <w:sz w:val="22"/>
          <w:szCs w:val="22"/>
        </w:rPr>
        <w:t>Eplan</w:t>
      </w:r>
      <w:proofErr w:type="spellEnd"/>
      <w:r>
        <w:rPr>
          <w:rFonts w:ascii="Arial" w:hAnsi="Arial" w:cs="Arial"/>
          <w:sz w:val="22"/>
          <w:szCs w:val="22"/>
        </w:rPr>
        <w:t xml:space="preserve"> Pro Panel liefert die entsprechenden Informationen aus dem Engineering – beispielsweise Abmessungen, Positionierung</w:t>
      </w:r>
      <w:r w:rsidR="00DE5B0B">
        <w:rPr>
          <w:rFonts w:ascii="Arial" w:hAnsi="Arial" w:cs="Arial"/>
          <w:sz w:val="22"/>
          <w:szCs w:val="22"/>
        </w:rPr>
        <w:t>en</w:t>
      </w:r>
      <w:r>
        <w:rPr>
          <w:rFonts w:ascii="Arial" w:hAnsi="Arial" w:cs="Arial"/>
          <w:sz w:val="22"/>
          <w:szCs w:val="22"/>
        </w:rPr>
        <w:t xml:space="preserve">, Bohrlöcher oder Befestigungsart der Bauteile. </w:t>
      </w:r>
      <w:r w:rsidRPr="00362532">
        <w:rPr>
          <w:rFonts w:ascii="Arial" w:hAnsi="Arial" w:cs="Arial"/>
          <w:sz w:val="22"/>
          <w:szCs w:val="22"/>
        </w:rPr>
        <w:t xml:space="preserve">Kommentare zu Komponenten lassen sich </w:t>
      </w:r>
      <w:r>
        <w:rPr>
          <w:rFonts w:ascii="Arial" w:hAnsi="Arial" w:cs="Arial"/>
          <w:sz w:val="22"/>
          <w:szCs w:val="22"/>
        </w:rPr>
        <w:t xml:space="preserve">vom Werker </w:t>
      </w:r>
      <w:r w:rsidRPr="00362532">
        <w:rPr>
          <w:rFonts w:ascii="Arial" w:hAnsi="Arial" w:cs="Arial"/>
          <w:sz w:val="22"/>
          <w:szCs w:val="22"/>
        </w:rPr>
        <w:t xml:space="preserve">direkt in </w:t>
      </w:r>
      <w:proofErr w:type="spellStart"/>
      <w:r w:rsidRPr="00362532">
        <w:rPr>
          <w:rFonts w:ascii="Arial" w:hAnsi="Arial" w:cs="Arial"/>
          <w:sz w:val="22"/>
          <w:szCs w:val="22"/>
        </w:rPr>
        <w:t>Eplan</w:t>
      </w:r>
      <w:proofErr w:type="spellEnd"/>
      <w:r w:rsidRPr="00362532">
        <w:rPr>
          <w:rFonts w:ascii="Arial" w:hAnsi="Arial" w:cs="Arial"/>
          <w:sz w:val="22"/>
          <w:szCs w:val="22"/>
        </w:rPr>
        <w:t xml:space="preserve"> Smart </w:t>
      </w:r>
      <w:proofErr w:type="spellStart"/>
      <w:r w:rsidRPr="00362532">
        <w:rPr>
          <w:rFonts w:ascii="Arial" w:hAnsi="Arial" w:cs="Arial"/>
          <w:sz w:val="22"/>
          <w:szCs w:val="22"/>
        </w:rPr>
        <w:t>Mounting</w:t>
      </w:r>
      <w:proofErr w:type="spellEnd"/>
      <w:r w:rsidRPr="00362532">
        <w:rPr>
          <w:rFonts w:ascii="Arial" w:hAnsi="Arial" w:cs="Arial"/>
          <w:sz w:val="22"/>
          <w:szCs w:val="22"/>
        </w:rPr>
        <w:t xml:space="preserve"> hinterlegen und an das </w:t>
      </w:r>
      <w:r w:rsidRPr="000259E1">
        <w:rPr>
          <w:rFonts w:ascii="Arial" w:hAnsi="Arial" w:cs="Arial"/>
          <w:sz w:val="22"/>
          <w:szCs w:val="22"/>
        </w:rPr>
        <w:t xml:space="preserve">Engineering zurückspielen. So ist auch die elektrotechnische Dokumentation immer </w:t>
      </w:r>
      <w:r w:rsidR="00A4781E">
        <w:rPr>
          <w:rFonts w:ascii="Arial" w:hAnsi="Arial" w:cs="Arial"/>
          <w:sz w:val="22"/>
          <w:szCs w:val="22"/>
        </w:rPr>
        <w:t>auf dem aktuellen Stand</w:t>
      </w:r>
      <w:r w:rsidR="000259E1" w:rsidRPr="000259E1">
        <w:rPr>
          <w:rFonts w:ascii="Arial" w:hAnsi="Arial" w:cs="Arial"/>
          <w:sz w:val="22"/>
          <w:szCs w:val="22"/>
        </w:rPr>
        <w:t xml:space="preserve"> – das erleichtert die </w:t>
      </w:r>
      <w:r w:rsidR="000B608F" w:rsidRPr="000259E1">
        <w:rPr>
          <w:rFonts w:ascii="Arial" w:hAnsi="Arial" w:cs="Arial"/>
          <w:sz w:val="22"/>
          <w:szCs w:val="22"/>
        </w:rPr>
        <w:t xml:space="preserve">Kommunikation </w:t>
      </w:r>
      <w:r w:rsidR="000259E1" w:rsidRPr="000259E1">
        <w:rPr>
          <w:rFonts w:ascii="Arial" w:hAnsi="Arial" w:cs="Arial"/>
          <w:sz w:val="22"/>
          <w:szCs w:val="22"/>
        </w:rPr>
        <w:t>über Abteilungsgrenzen.</w:t>
      </w:r>
      <w:r w:rsidRPr="000259E1">
        <w:rPr>
          <w:rFonts w:ascii="Arial" w:hAnsi="Arial" w:cs="Arial"/>
          <w:sz w:val="22"/>
          <w:szCs w:val="22"/>
        </w:rPr>
        <w:t xml:space="preserve"> </w:t>
      </w:r>
    </w:p>
    <w:p w14:paraId="6BD289C1" w14:textId="77777777" w:rsidR="00A4781E" w:rsidRDefault="00A4781E" w:rsidP="00DE5B0B">
      <w:pPr>
        <w:pStyle w:val="StandardWeb"/>
        <w:spacing w:before="0" w:beforeAutospacing="0" w:after="0" w:afterAutospacing="0" w:line="312" w:lineRule="auto"/>
        <w:ind w:right="3493"/>
        <w:rPr>
          <w:rFonts w:ascii="Arial" w:hAnsi="Arial" w:cs="Arial"/>
          <w:sz w:val="22"/>
          <w:szCs w:val="22"/>
        </w:rPr>
      </w:pPr>
    </w:p>
    <w:p w14:paraId="306A6A14" w14:textId="7A64104E" w:rsidR="0052789B" w:rsidRDefault="00990FCD" w:rsidP="00DE5B0B">
      <w:pPr>
        <w:pStyle w:val="StandardWeb"/>
        <w:spacing w:before="0" w:beforeAutospacing="0" w:after="0" w:afterAutospacing="0" w:line="312" w:lineRule="auto"/>
        <w:ind w:right="3493"/>
        <w:rPr>
          <w:rFonts w:ascii="Arial" w:hAnsi="Arial" w:cs="Arial"/>
          <w:sz w:val="22"/>
          <w:szCs w:val="22"/>
        </w:rPr>
      </w:pPr>
      <w:r w:rsidRPr="000259E1">
        <w:rPr>
          <w:rFonts w:ascii="Arial" w:hAnsi="Arial" w:cs="Arial"/>
          <w:sz w:val="22"/>
          <w:szCs w:val="22"/>
        </w:rPr>
        <w:t xml:space="preserve">Weiterer Praxisvorteil: </w:t>
      </w:r>
      <w:r w:rsidR="00362532" w:rsidRPr="000259E1">
        <w:rPr>
          <w:rFonts w:ascii="Arial" w:hAnsi="Arial" w:cs="Arial"/>
          <w:sz w:val="22"/>
          <w:szCs w:val="22"/>
        </w:rPr>
        <w:t>Änderungen im Projekt sind</w:t>
      </w:r>
      <w:r w:rsidRPr="000259E1">
        <w:rPr>
          <w:rFonts w:ascii="Arial" w:hAnsi="Arial" w:cs="Arial"/>
          <w:sz w:val="22"/>
          <w:szCs w:val="22"/>
        </w:rPr>
        <w:t xml:space="preserve"> ab jetzt</w:t>
      </w:r>
      <w:r w:rsidR="00362532" w:rsidRPr="000259E1">
        <w:rPr>
          <w:rFonts w:ascii="Arial" w:hAnsi="Arial" w:cs="Arial"/>
          <w:sz w:val="22"/>
          <w:szCs w:val="22"/>
        </w:rPr>
        <w:t xml:space="preserve"> </w:t>
      </w:r>
      <w:r w:rsidRPr="000259E1">
        <w:rPr>
          <w:rFonts w:ascii="Arial" w:hAnsi="Arial" w:cs="Arial"/>
          <w:sz w:val="22"/>
          <w:szCs w:val="22"/>
        </w:rPr>
        <w:t xml:space="preserve">schnell umgesetzt. </w:t>
      </w:r>
      <w:r w:rsidR="00362532" w:rsidRPr="000259E1">
        <w:rPr>
          <w:rFonts w:ascii="Arial" w:hAnsi="Arial" w:cs="Arial"/>
          <w:sz w:val="22"/>
          <w:szCs w:val="22"/>
        </w:rPr>
        <w:t xml:space="preserve">Kommt beispielsweise </w:t>
      </w:r>
      <w:r w:rsidR="0034366E" w:rsidRPr="000259E1">
        <w:rPr>
          <w:rFonts w:ascii="Arial" w:hAnsi="Arial" w:cs="Arial"/>
          <w:sz w:val="22"/>
          <w:szCs w:val="22"/>
        </w:rPr>
        <w:t xml:space="preserve">aufgrund </w:t>
      </w:r>
      <w:r w:rsidR="000259E1" w:rsidRPr="000259E1">
        <w:rPr>
          <w:rFonts w:ascii="Arial" w:hAnsi="Arial" w:cs="Arial"/>
          <w:sz w:val="22"/>
          <w:szCs w:val="22"/>
        </w:rPr>
        <w:t xml:space="preserve">einer </w:t>
      </w:r>
      <w:r w:rsidR="0034366E" w:rsidRPr="000259E1">
        <w:rPr>
          <w:rFonts w:ascii="Arial" w:hAnsi="Arial" w:cs="Arial"/>
          <w:sz w:val="22"/>
          <w:szCs w:val="22"/>
        </w:rPr>
        <w:t>geänderte</w:t>
      </w:r>
      <w:r w:rsidR="000259E1" w:rsidRPr="000259E1">
        <w:rPr>
          <w:rFonts w:ascii="Arial" w:hAnsi="Arial" w:cs="Arial"/>
          <w:sz w:val="22"/>
          <w:szCs w:val="22"/>
        </w:rPr>
        <w:t>n</w:t>
      </w:r>
      <w:r w:rsidR="0034366E" w:rsidRPr="000259E1">
        <w:rPr>
          <w:rFonts w:ascii="Arial" w:hAnsi="Arial" w:cs="Arial"/>
          <w:sz w:val="22"/>
          <w:szCs w:val="22"/>
        </w:rPr>
        <w:t xml:space="preserve"> Kunden</w:t>
      </w:r>
      <w:r w:rsidR="003079E9" w:rsidRPr="000259E1">
        <w:rPr>
          <w:rFonts w:ascii="Arial" w:hAnsi="Arial" w:cs="Arial"/>
          <w:sz w:val="22"/>
          <w:szCs w:val="22"/>
        </w:rPr>
        <w:t xml:space="preserve">spezifikation </w:t>
      </w:r>
      <w:r w:rsidR="00362532" w:rsidRPr="000259E1">
        <w:rPr>
          <w:rFonts w:ascii="Arial" w:hAnsi="Arial" w:cs="Arial"/>
          <w:sz w:val="22"/>
          <w:szCs w:val="22"/>
        </w:rPr>
        <w:t>ein weiterer Motorschutzschalter oder Schütz hinzu, kann der Fertigungsauftrag mit dem neuen Projekt abgeglichen</w:t>
      </w:r>
      <w:r w:rsidR="0052789B" w:rsidRPr="000259E1">
        <w:rPr>
          <w:rFonts w:ascii="Arial" w:hAnsi="Arial" w:cs="Arial"/>
          <w:sz w:val="22"/>
          <w:szCs w:val="22"/>
        </w:rPr>
        <w:t xml:space="preserve"> – sprich aktualisiert</w:t>
      </w:r>
      <w:r w:rsidR="00362532" w:rsidRPr="000259E1">
        <w:rPr>
          <w:rFonts w:ascii="Arial" w:hAnsi="Arial" w:cs="Arial"/>
          <w:sz w:val="22"/>
          <w:szCs w:val="22"/>
        </w:rPr>
        <w:t xml:space="preserve"> werden. Die Software zeigt </w:t>
      </w:r>
      <w:r w:rsidRPr="000259E1">
        <w:rPr>
          <w:rFonts w:ascii="Arial" w:hAnsi="Arial" w:cs="Arial"/>
          <w:sz w:val="22"/>
          <w:szCs w:val="22"/>
        </w:rPr>
        <w:t>exakt</w:t>
      </w:r>
      <w:r w:rsidR="00362532" w:rsidRPr="000259E1">
        <w:rPr>
          <w:rFonts w:ascii="Arial" w:hAnsi="Arial" w:cs="Arial"/>
          <w:sz w:val="22"/>
          <w:szCs w:val="22"/>
        </w:rPr>
        <w:t xml:space="preserve"> an, welche</w:t>
      </w:r>
      <w:r w:rsidR="00362532">
        <w:rPr>
          <w:rFonts w:ascii="Arial" w:hAnsi="Arial" w:cs="Arial"/>
          <w:sz w:val="22"/>
          <w:szCs w:val="22"/>
        </w:rPr>
        <w:t xml:space="preserve"> Komponenten entfernt oder welche hinzugefügt werden müssen. </w:t>
      </w:r>
      <w:r w:rsidR="0052789B">
        <w:rPr>
          <w:rFonts w:ascii="Arial" w:hAnsi="Arial" w:cs="Arial"/>
          <w:sz w:val="22"/>
          <w:szCs w:val="22"/>
        </w:rPr>
        <w:t xml:space="preserve">Das erspart mühsames manuelles Vergleichen und sichert korrekte Ergebnisse. Und falls noch Fragen aufkommen, </w:t>
      </w:r>
      <w:r>
        <w:rPr>
          <w:rFonts w:ascii="Arial" w:hAnsi="Arial" w:cs="Arial"/>
          <w:sz w:val="22"/>
          <w:szCs w:val="22"/>
        </w:rPr>
        <w:t>gewährt</w:t>
      </w:r>
      <w:r w:rsidR="0052789B">
        <w:rPr>
          <w:rFonts w:ascii="Arial" w:hAnsi="Arial" w:cs="Arial"/>
          <w:sz w:val="22"/>
          <w:szCs w:val="22"/>
        </w:rPr>
        <w:t xml:space="preserve"> </w:t>
      </w:r>
      <w:proofErr w:type="spellStart"/>
      <w:r w:rsidR="0052789B">
        <w:rPr>
          <w:rFonts w:ascii="Arial" w:hAnsi="Arial" w:cs="Arial"/>
          <w:sz w:val="22"/>
          <w:szCs w:val="22"/>
        </w:rPr>
        <w:t>Eplan</w:t>
      </w:r>
      <w:proofErr w:type="spellEnd"/>
      <w:r w:rsidR="0052789B">
        <w:rPr>
          <w:rFonts w:ascii="Arial" w:hAnsi="Arial" w:cs="Arial"/>
          <w:sz w:val="22"/>
          <w:szCs w:val="22"/>
        </w:rPr>
        <w:t xml:space="preserve"> Smart </w:t>
      </w:r>
      <w:proofErr w:type="spellStart"/>
      <w:r w:rsidR="0052789B">
        <w:rPr>
          <w:rFonts w:ascii="Arial" w:hAnsi="Arial" w:cs="Arial"/>
          <w:sz w:val="22"/>
          <w:szCs w:val="22"/>
        </w:rPr>
        <w:t>Mounting</w:t>
      </w:r>
      <w:proofErr w:type="spellEnd"/>
      <w:r w:rsidR="0052789B">
        <w:rPr>
          <w:rFonts w:ascii="Arial" w:hAnsi="Arial" w:cs="Arial"/>
          <w:sz w:val="22"/>
          <w:szCs w:val="22"/>
        </w:rPr>
        <w:t xml:space="preserve"> den direkten Zugriff auf den interaktiven Schaltplan. </w:t>
      </w:r>
    </w:p>
    <w:p w14:paraId="6FBBCC22" w14:textId="12933814" w:rsidR="00DE5B0B" w:rsidRDefault="00DE5B0B" w:rsidP="00DE5B0B">
      <w:pPr>
        <w:pStyle w:val="StandardWeb"/>
        <w:spacing w:before="0" w:beforeAutospacing="0" w:after="0" w:afterAutospacing="0" w:line="312" w:lineRule="auto"/>
        <w:ind w:right="3493"/>
        <w:rPr>
          <w:rFonts w:ascii="Arial" w:hAnsi="Arial" w:cs="Arial"/>
          <w:sz w:val="22"/>
          <w:szCs w:val="22"/>
        </w:rPr>
      </w:pPr>
    </w:p>
    <w:p w14:paraId="34DB1755" w14:textId="0EAED5B2" w:rsidR="00DE5B0B" w:rsidRPr="00DE5B0B" w:rsidRDefault="00DE5B0B" w:rsidP="00DE5B0B">
      <w:pPr>
        <w:pStyle w:val="StandardWeb"/>
        <w:spacing w:before="0" w:beforeAutospacing="0" w:after="120" w:afterAutospacing="0" w:line="312" w:lineRule="auto"/>
        <w:ind w:right="3493"/>
        <w:rPr>
          <w:rFonts w:ascii="Arial" w:hAnsi="Arial" w:cs="Arial"/>
          <w:b/>
          <w:bCs/>
          <w:sz w:val="22"/>
          <w:szCs w:val="22"/>
        </w:rPr>
      </w:pPr>
      <w:r>
        <w:rPr>
          <w:rFonts w:ascii="Arial" w:hAnsi="Arial" w:cs="Arial"/>
          <w:b/>
          <w:bCs/>
          <w:sz w:val="22"/>
          <w:szCs w:val="22"/>
        </w:rPr>
        <w:t>Mehr</w:t>
      </w:r>
      <w:r w:rsidRPr="00DE5B0B">
        <w:rPr>
          <w:rFonts w:ascii="Arial" w:hAnsi="Arial" w:cs="Arial"/>
          <w:b/>
          <w:bCs/>
          <w:sz w:val="22"/>
          <w:szCs w:val="22"/>
        </w:rPr>
        <w:t xml:space="preserve"> Übersicht</w:t>
      </w:r>
      <w:r>
        <w:rPr>
          <w:rFonts w:ascii="Arial" w:hAnsi="Arial" w:cs="Arial"/>
          <w:b/>
          <w:bCs/>
          <w:sz w:val="22"/>
          <w:szCs w:val="22"/>
        </w:rPr>
        <w:t xml:space="preserve"> und Flexibilität für Produktionsleiter</w:t>
      </w:r>
    </w:p>
    <w:p w14:paraId="303F88FA" w14:textId="4ABC1E21" w:rsidR="0052789B" w:rsidRDefault="0052789B" w:rsidP="00B26EE6">
      <w:pPr>
        <w:pStyle w:val="StandardWeb"/>
        <w:spacing w:before="0" w:beforeAutospacing="0" w:after="240" w:afterAutospacing="0" w:line="312" w:lineRule="auto"/>
        <w:ind w:right="3493"/>
        <w:rPr>
          <w:rFonts w:ascii="Arial" w:hAnsi="Arial" w:cs="Arial"/>
          <w:sz w:val="22"/>
          <w:szCs w:val="22"/>
        </w:rPr>
      </w:pPr>
      <w:r w:rsidRPr="00362532">
        <w:rPr>
          <w:rFonts w:ascii="Arial" w:hAnsi="Arial" w:cs="Arial"/>
          <w:sz w:val="22"/>
          <w:szCs w:val="22"/>
        </w:rPr>
        <w:t>Nicht nur der Werk</w:t>
      </w:r>
      <w:r>
        <w:rPr>
          <w:rFonts w:ascii="Arial" w:hAnsi="Arial" w:cs="Arial"/>
          <w:sz w:val="22"/>
          <w:szCs w:val="22"/>
        </w:rPr>
        <w:t>e</w:t>
      </w:r>
      <w:r w:rsidRPr="00362532">
        <w:rPr>
          <w:rFonts w:ascii="Arial" w:hAnsi="Arial" w:cs="Arial"/>
          <w:sz w:val="22"/>
          <w:szCs w:val="22"/>
        </w:rPr>
        <w:t xml:space="preserve">r in der Fertigungshalle gewinnt damit volle </w:t>
      </w:r>
      <w:r w:rsidR="00DE5B0B">
        <w:rPr>
          <w:rFonts w:ascii="Arial" w:hAnsi="Arial" w:cs="Arial"/>
          <w:sz w:val="22"/>
          <w:szCs w:val="22"/>
        </w:rPr>
        <w:t>Unterstützung</w:t>
      </w:r>
      <w:r w:rsidRPr="00362532">
        <w:rPr>
          <w:rFonts w:ascii="Arial" w:hAnsi="Arial" w:cs="Arial"/>
          <w:sz w:val="22"/>
          <w:szCs w:val="22"/>
        </w:rPr>
        <w:t xml:space="preserve">. Auch Produktionsleiter erhalten mehr Übersicht und Flexibilität – können </w:t>
      </w:r>
      <w:r w:rsidR="00D76502">
        <w:rPr>
          <w:rFonts w:ascii="Arial" w:hAnsi="Arial" w:cs="Arial"/>
          <w:sz w:val="22"/>
          <w:szCs w:val="22"/>
        </w:rPr>
        <w:t>s</w:t>
      </w:r>
      <w:r w:rsidRPr="00362532">
        <w:rPr>
          <w:rFonts w:ascii="Arial" w:hAnsi="Arial" w:cs="Arial"/>
          <w:sz w:val="22"/>
          <w:szCs w:val="22"/>
        </w:rPr>
        <w:t>ie doch den Status offener Fertigungsaufträge auf einen Blick einsehen.</w:t>
      </w:r>
      <w:r w:rsidR="00990FCD">
        <w:rPr>
          <w:rFonts w:ascii="Arial" w:hAnsi="Arial" w:cs="Arial"/>
          <w:sz w:val="22"/>
          <w:szCs w:val="22"/>
        </w:rPr>
        <w:t xml:space="preserve"> Ü</w:t>
      </w:r>
      <w:r w:rsidR="00990FCD" w:rsidRPr="00362532">
        <w:rPr>
          <w:rFonts w:ascii="Arial" w:hAnsi="Arial" w:cs="Arial"/>
          <w:sz w:val="22"/>
          <w:szCs w:val="22"/>
        </w:rPr>
        <w:t xml:space="preserve">ber ein Kontrollsystem </w:t>
      </w:r>
      <w:r w:rsidR="00990FCD">
        <w:rPr>
          <w:rFonts w:ascii="Arial" w:hAnsi="Arial" w:cs="Arial"/>
          <w:sz w:val="22"/>
          <w:szCs w:val="22"/>
        </w:rPr>
        <w:t xml:space="preserve">wird der Fortschritt der Montage für jede Komponente </w:t>
      </w:r>
      <w:r w:rsidR="00990FCD" w:rsidRPr="00362532">
        <w:rPr>
          <w:rFonts w:ascii="Arial" w:hAnsi="Arial" w:cs="Arial"/>
          <w:sz w:val="22"/>
          <w:szCs w:val="22"/>
        </w:rPr>
        <w:t>angezeigt</w:t>
      </w:r>
      <w:r w:rsidR="00990FCD">
        <w:rPr>
          <w:rFonts w:ascii="Arial" w:hAnsi="Arial" w:cs="Arial"/>
          <w:sz w:val="22"/>
          <w:szCs w:val="22"/>
        </w:rPr>
        <w:t xml:space="preserve">: </w:t>
      </w:r>
      <w:r w:rsidR="00990FCD" w:rsidRPr="00362532">
        <w:rPr>
          <w:rFonts w:ascii="Arial" w:hAnsi="Arial" w:cs="Arial"/>
          <w:sz w:val="22"/>
          <w:szCs w:val="22"/>
        </w:rPr>
        <w:t xml:space="preserve">grün </w:t>
      </w:r>
      <w:r w:rsidR="00990FCD">
        <w:rPr>
          <w:rFonts w:ascii="Arial" w:hAnsi="Arial" w:cs="Arial"/>
          <w:sz w:val="22"/>
          <w:szCs w:val="22"/>
        </w:rPr>
        <w:t>steht für</w:t>
      </w:r>
      <w:r w:rsidR="00990FCD" w:rsidRPr="00362532">
        <w:rPr>
          <w:rFonts w:ascii="Arial" w:hAnsi="Arial" w:cs="Arial"/>
          <w:sz w:val="22"/>
          <w:szCs w:val="22"/>
        </w:rPr>
        <w:t xml:space="preserve"> erledigt</w:t>
      </w:r>
      <w:r w:rsidR="00990FCD">
        <w:rPr>
          <w:rFonts w:ascii="Arial" w:hAnsi="Arial" w:cs="Arial"/>
          <w:sz w:val="22"/>
          <w:szCs w:val="22"/>
        </w:rPr>
        <w:t xml:space="preserve"> </w:t>
      </w:r>
      <w:r w:rsidR="00A4781E">
        <w:rPr>
          <w:rFonts w:ascii="Arial" w:hAnsi="Arial" w:cs="Arial"/>
          <w:sz w:val="22"/>
          <w:szCs w:val="22"/>
        </w:rPr>
        <w:t>–</w:t>
      </w:r>
      <w:r w:rsidR="00990FCD">
        <w:rPr>
          <w:rFonts w:ascii="Arial" w:hAnsi="Arial" w:cs="Arial"/>
          <w:sz w:val="22"/>
          <w:szCs w:val="22"/>
        </w:rPr>
        <w:t xml:space="preserve"> </w:t>
      </w:r>
      <w:proofErr w:type="spellStart"/>
      <w:r w:rsidR="00990FCD">
        <w:rPr>
          <w:rFonts w:ascii="Arial" w:hAnsi="Arial" w:cs="Arial"/>
          <w:sz w:val="22"/>
          <w:szCs w:val="22"/>
        </w:rPr>
        <w:t>r</w:t>
      </w:r>
      <w:r w:rsidR="00990FCD" w:rsidRPr="00362532">
        <w:rPr>
          <w:rFonts w:ascii="Arial" w:hAnsi="Arial" w:cs="Arial"/>
          <w:sz w:val="22"/>
          <w:szCs w:val="22"/>
        </w:rPr>
        <w:t>ot</w:t>
      </w:r>
      <w:proofErr w:type="spellEnd"/>
      <w:r w:rsidR="00990FCD" w:rsidRPr="00362532">
        <w:rPr>
          <w:rFonts w:ascii="Arial" w:hAnsi="Arial" w:cs="Arial"/>
          <w:sz w:val="22"/>
          <w:szCs w:val="22"/>
        </w:rPr>
        <w:t xml:space="preserve"> </w:t>
      </w:r>
      <w:r w:rsidR="00990FCD">
        <w:rPr>
          <w:rFonts w:ascii="Arial" w:hAnsi="Arial" w:cs="Arial"/>
          <w:sz w:val="22"/>
          <w:szCs w:val="22"/>
        </w:rPr>
        <w:t>für bislang</w:t>
      </w:r>
      <w:r w:rsidR="00990FCD" w:rsidRPr="00362532">
        <w:rPr>
          <w:rFonts w:ascii="Arial" w:hAnsi="Arial" w:cs="Arial"/>
          <w:sz w:val="22"/>
          <w:szCs w:val="22"/>
        </w:rPr>
        <w:t xml:space="preserve"> nicht bearbeitet.</w:t>
      </w:r>
      <w:r w:rsidR="00990FCD">
        <w:rPr>
          <w:rFonts w:ascii="Arial" w:hAnsi="Arial" w:cs="Arial"/>
          <w:sz w:val="22"/>
          <w:szCs w:val="22"/>
        </w:rPr>
        <w:t xml:space="preserve"> </w:t>
      </w:r>
      <w:r w:rsidRPr="00362532">
        <w:rPr>
          <w:rFonts w:ascii="Arial" w:hAnsi="Arial" w:cs="Arial"/>
          <w:sz w:val="22"/>
          <w:szCs w:val="22"/>
        </w:rPr>
        <w:t>Bei Ressourcen</w:t>
      </w:r>
      <w:r w:rsidR="00DE5B0B">
        <w:rPr>
          <w:rFonts w:ascii="Arial" w:hAnsi="Arial" w:cs="Arial"/>
          <w:sz w:val="22"/>
          <w:szCs w:val="22"/>
        </w:rPr>
        <w:t>-</w:t>
      </w:r>
      <w:r w:rsidR="00DE5B0B" w:rsidRPr="00884BE7">
        <w:rPr>
          <w:rFonts w:ascii="Arial" w:hAnsi="Arial" w:cs="Arial"/>
          <w:sz w:val="22"/>
          <w:szCs w:val="22"/>
        </w:rPr>
        <w:t>E</w:t>
      </w:r>
      <w:r w:rsidRPr="00884BE7">
        <w:rPr>
          <w:rFonts w:ascii="Arial" w:hAnsi="Arial" w:cs="Arial"/>
          <w:sz w:val="22"/>
          <w:szCs w:val="22"/>
        </w:rPr>
        <w:t xml:space="preserve">ngpässen </w:t>
      </w:r>
      <w:r w:rsidR="00A4781E">
        <w:rPr>
          <w:rFonts w:ascii="Arial" w:hAnsi="Arial" w:cs="Arial"/>
          <w:sz w:val="22"/>
          <w:szCs w:val="22"/>
        </w:rPr>
        <w:t xml:space="preserve">oder Ausfall </w:t>
      </w:r>
      <w:r w:rsidRPr="00884BE7">
        <w:rPr>
          <w:rFonts w:ascii="Arial" w:hAnsi="Arial" w:cs="Arial"/>
          <w:sz w:val="22"/>
          <w:szCs w:val="22"/>
        </w:rPr>
        <w:t xml:space="preserve">lässt sich ein begonnener Auftrag problemlos an </w:t>
      </w:r>
      <w:r w:rsidR="00990FCD" w:rsidRPr="00884BE7">
        <w:rPr>
          <w:rFonts w:ascii="Arial" w:hAnsi="Arial" w:cs="Arial"/>
          <w:sz w:val="22"/>
          <w:szCs w:val="22"/>
        </w:rPr>
        <w:t>einen anderen</w:t>
      </w:r>
      <w:r w:rsidRPr="00884BE7">
        <w:rPr>
          <w:rFonts w:ascii="Arial" w:hAnsi="Arial" w:cs="Arial"/>
          <w:sz w:val="22"/>
          <w:szCs w:val="22"/>
        </w:rPr>
        <w:t xml:space="preserve"> Mitarbeiter überge</w:t>
      </w:r>
      <w:r w:rsidRPr="00884BE7">
        <w:rPr>
          <w:rFonts w:ascii="Arial" w:hAnsi="Arial" w:cs="Arial"/>
          <w:sz w:val="22"/>
          <w:szCs w:val="22"/>
        </w:rPr>
        <w:lastRenderedPageBreak/>
        <w:t>ben</w:t>
      </w:r>
      <w:r w:rsidR="00990FCD" w:rsidRPr="00884BE7">
        <w:rPr>
          <w:rFonts w:ascii="Arial" w:hAnsi="Arial" w:cs="Arial"/>
          <w:sz w:val="22"/>
          <w:szCs w:val="22"/>
        </w:rPr>
        <w:t xml:space="preserve">. </w:t>
      </w:r>
      <w:r w:rsidR="00884BE7" w:rsidRPr="00884BE7">
        <w:rPr>
          <w:rFonts w:ascii="Arial" w:hAnsi="Arial" w:cs="Arial"/>
          <w:sz w:val="22"/>
          <w:szCs w:val="22"/>
        </w:rPr>
        <w:t xml:space="preserve">Hinzu kommt: Personelle Ressourcen </w:t>
      </w:r>
      <w:r w:rsidR="004E6F94" w:rsidRPr="00884BE7">
        <w:rPr>
          <w:rFonts w:ascii="Arial" w:hAnsi="Arial" w:cs="Arial"/>
          <w:sz w:val="22"/>
          <w:szCs w:val="22"/>
        </w:rPr>
        <w:t>können</w:t>
      </w:r>
      <w:r w:rsidR="005727D8" w:rsidRPr="00884BE7">
        <w:rPr>
          <w:rFonts w:ascii="Arial" w:hAnsi="Arial" w:cs="Arial"/>
          <w:sz w:val="22"/>
          <w:szCs w:val="22"/>
        </w:rPr>
        <w:t xml:space="preserve"> </w:t>
      </w:r>
      <w:r w:rsidR="004E6F94" w:rsidRPr="00884BE7">
        <w:rPr>
          <w:rFonts w:ascii="Arial" w:hAnsi="Arial" w:cs="Arial"/>
          <w:sz w:val="22"/>
          <w:szCs w:val="22"/>
        </w:rPr>
        <w:t>flexibl</w:t>
      </w:r>
      <w:r w:rsidR="00884BE7" w:rsidRPr="00884BE7">
        <w:rPr>
          <w:rFonts w:ascii="Arial" w:hAnsi="Arial" w:cs="Arial"/>
          <w:sz w:val="22"/>
          <w:szCs w:val="22"/>
        </w:rPr>
        <w:t>er</w:t>
      </w:r>
      <w:r w:rsidR="004E6F94" w:rsidRPr="00884BE7">
        <w:rPr>
          <w:rFonts w:ascii="Arial" w:hAnsi="Arial" w:cs="Arial"/>
          <w:sz w:val="22"/>
          <w:szCs w:val="22"/>
        </w:rPr>
        <w:t xml:space="preserve"> </w:t>
      </w:r>
      <w:r w:rsidR="005727D8" w:rsidRPr="00884BE7">
        <w:rPr>
          <w:rFonts w:ascii="Arial" w:hAnsi="Arial" w:cs="Arial"/>
          <w:sz w:val="22"/>
          <w:szCs w:val="22"/>
        </w:rPr>
        <w:t xml:space="preserve">für unterschiedliche Produktionsschritte eingesetzt </w:t>
      </w:r>
      <w:r w:rsidR="008153AA" w:rsidRPr="00884BE7">
        <w:rPr>
          <w:rFonts w:ascii="Arial" w:hAnsi="Arial" w:cs="Arial"/>
          <w:sz w:val="22"/>
          <w:szCs w:val="22"/>
        </w:rPr>
        <w:t>werden</w:t>
      </w:r>
      <w:r w:rsidR="00884BE7" w:rsidRPr="00884BE7">
        <w:rPr>
          <w:rFonts w:ascii="Arial" w:hAnsi="Arial" w:cs="Arial"/>
          <w:sz w:val="22"/>
          <w:szCs w:val="22"/>
        </w:rPr>
        <w:t>.</w:t>
      </w:r>
      <w:r w:rsidR="00884BE7">
        <w:rPr>
          <w:rFonts w:ascii="Arial" w:hAnsi="Arial" w:cs="Arial"/>
          <w:sz w:val="22"/>
          <w:szCs w:val="22"/>
        </w:rPr>
        <w:t xml:space="preserve"> </w:t>
      </w:r>
    </w:p>
    <w:p w14:paraId="63E994B8" w14:textId="614BE9D1" w:rsidR="0052789B" w:rsidRPr="0052789B" w:rsidRDefault="00DE5B0B" w:rsidP="0052789B">
      <w:pPr>
        <w:pStyle w:val="StandardWeb"/>
        <w:spacing w:before="120" w:beforeAutospacing="0" w:after="120" w:afterAutospacing="0" w:line="312" w:lineRule="auto"/>
        <w:ind w:right="3493"/>
        <w:rPr>
          <w:rFonts w:ascii="Arial" w:hAnsi="Arial" w:cs="Arial"/>
          <w:b/>
          <w:bCs/>
          <w:sz w:val="22"/>
          <w:szCs w:val="22"/>
        </w:rPr>
      </w:pPr>
      <w:r>
        <w:rPr>
          <w:rFonts w:ascii="Arial" w:hAnsi="Arial" w:cs="Arial"/>
          <w:b/>
          <w:bCs/>
          <w:sz w:val="22"/>
          <w:szCs w:val="22"/>
        </w:rPr>
        <w:t>Gutes</w:t>
      </w:r>
      <w:r w:rsidR="002C1D1A">
        <w:rPr>
          <w:rFonts w:ascii="Arial" w:hAnsi="Arial" w:cs="Arial"/>
          <w:b/>
          <w:bCs/>
          <w:sz w:val="22"/>
          <w:szCs w:val="22"/>
        </w:rPr>
        <w:t xml:space="preserve"> Zusammenspiel: </w:t>
      </w:r>
      <w:r w:rsidR="0052789B" w:rsidRPr="0052789B">
        <w:rPr>
          <w:rFonts w:ascii="Arial" w:hAnsi="Arial" w:cs="Arial"/>
          <w:b/>
          <w:bCs/>
          <w:sz w:val="22"/>
          <w:szCs w:val="22"/>
        </w:rPr>
        <w:t xml:space="preserve">Montage und Verdrahtung </w:t>
      </w:r>
    </w:p>
    <w:p w14:paraId="215622F3" w14:textId="0A20B424" w:rsidR="0052789B" w:rsidRDefault="00990FCD" w:rsidP="0052789B">
      <w:pPr>
        <w:pStyle w:val="StandardWeb"/>
        <w:spacing w:before="0" w:beforeAutospacing="0" w:after="0" w:afterAutospacing="0" w:line="312" w:lineRule="auto"/>
        <w:ind w:right="3493"/>
        <w:rPr>
          <w:rFonts w:ascii="Arial" w:hAnsi="Arial" w:cs="Arial"/>
          <w:sz w:val="22"/>
          <w:szCs w:val="22"/>
        </w:rPr>
      </w:pPr>
      <w:r>
        <w:rPr>
          <w:rFonts w:ascii="Arial" w:hAnsi="Arial" w:cs="Arial"/>
          <w:sz w:val="22"/>
          <w:szCs w:val="22"/>
        </w:rPr>
        <w:t>Und</w:t>
      </w:r>
      <w:r w:rsidR="00A35A12" w:rsidRPr="00A0150D">
        <w:rPr>
          <w:rFonts w:ascii="Arial" w:hAnsi="Arial" w:cs="Arial"/>
          <w:sz w:val="22"/>
          <w:szCs w:val="22"/>
        </w:rPr>
        <w:t xml:space="preserve"> hier ist </w:t>
      </w:r>
      <w:r w:rsidR="00DE5B0B">
        <w:rPr>
          <w:rFonts w:ascii="Arial" w:hAnsi="Arial" w:cs="Arial"/>
          <w:sz w:val="22"/>
          <w:szCs w:val="22"/>
        </w:rPr>
        <w:t>noch</w:t>
      </w:r>
      <w:r w:rsidR="00A35A12" w:rsidRPr="00A0150D">
        <w:rPr>
          <w:rFonts w:ascii="Arial" w:hAnsi="Arial" w:cs="Arial"/>
          <w:sz w:val="22"/>
          <w:szCs w:val="22"/>
        </w:rPr>
        <w:t xml:space="preserve"> nicht Ende im Prozess: Die Datenbasis aus </w:t>
      </w:r>
      <w:proofErr w:type="spellStart"/>
      <w:r w:rsidR="00A35A12" w:rsidRPr="00A0150D">
        <w:rPr>
          <w:rFonts w:ascii="Arial" w:hAnsi="Arial" w:cs="Arial"/>
          <w:sz w:val="22"/>
          <w:szCs w:val="22"/>
        </w:rPr>
        <w:t>Eplan</w:t>
      </w:r>
      <w:proofErr w:type="spellEnd"/>
      <w:r w:rsidR="00A35A12" w:rsidRPr="00A0150D">
        <w:rPr>
          <w:rFonts w:ascii="Arial" w:hAnsi="Arial" w:cs="Arial"/>
          <w:sz w:val="22"/>
          <w:szCs w:val="22"/>
        </w:rPr>
        <w:t xml:space="preserve"> Pro Panel </w:t>
      </w:r>
      <w:r w:rsidR="00AF5593">
        <w:rPr>
          <w:rFonts w:ascii="Arial" w:hAnsi="Arial" w:cs="Arial"/>
          <w:sz w:val="22"/>
          <w:szCs w:val="22"/>
        </w:rPr>
        <w:t xml:space="preserve">lässt sich </w:t>
      </w:r>
      <w:r w:rsidR="00C97408">
        <w:rPr>
          <w:rFonts w:ascii="Arial" w:hAnsi="Arial" w:cs="Arial"/>
          <w:sz w:val="22"/>
          <w:szCs w:val="22"/>
        </w:rPr>
        <w:t>für die</w:t>
      </w:r>
      <w:r w:rsidR="00A35A12" w:rsidRPr="00A0150D">
        <w:rPr>
          <w:rFonts w:ascii="Arial" w:hAnsi="Arial" w:cs="Arial"/>
          <w:sz w:val="22"/>
          <w:szCs w:val="22"/>
        </w:rPr>
        <w:t xml:space="preserve"> Verdrahtung </w:t>
      </w:r>
      <w:r w:rsidR="00AF5593">
        <w:rPr>
          <w:rFonts w:ascii="Arial" w:hAnsi="Arial" w:cs="Arial"/>
          <w:sz w:val="22"/>
          <w:szCs w:val="22"/>
        </w:rPr>
        <w:t>nutzen</w:t>
      </w:r>
      <w:r w:rsidR="00A35A12" w:rsidRPr="00A0150D">
        <w:rPr>
          <w:rFonts w:ascii="Arial" w:hAnsi="Arial" w:cs="Arial"/>
          <w:sz w:val="22"/>
          <w:szCs w:val="22"/>
        </w:rPr>
        <w:t xml:space="preserve">. Mit Einsatz von </w:t>
      </w:r>
      <w:proofErr w:type="spellStart"/>
      <w:r w:rsidR="00A35A12" w:rsidRPr="00A0150D">
        <w:rPr>
          <w:rFonts w:ascii="Arial" w:hAnsi="Arial" w:cs="Arial"/>
          <w:sz w:val="22"/>
          <w:szCs w:val="22"/>
        </w:rPr>
        <w:t>Eplan</w:t>
      </w:r>
      <w:proofErr w:type="spellEnd"/>
      <w:r w:rsidR="00A35A12" w:rsidRPr="00A0150D">
        <w:rPr>
          <w:rFonts w:ascii="Arial" w:hAnsi="Arial" w:cs="Arial"/>
          <w:sz w:val="22"/>
          <w:szCs w:val="22"/>
        </w:rPr>
        <w:t xml:space="preserve"> Smart </w:t>
      </w:r>
      <w:proofErr w:type="spellStart"/>
      <w:r w:rsidR="00A35A12" w:rsidRPr="00A0150D">
        <w:rPr>
          <w:rFonts w:ascii="Arial" w:hAnsi="Arial" w:cs="Arial"/>
          <w:sz w:val="22"/>
          <w:szCs w:val="22"/>
        </w:rPr>
        <w:t>Wiring</w:t>
      </w:r>
      <w:proofErr w:type="spellEnd"/>
      <w:r w:rsidR="00A35A12" w:rsidRPr="00A0150D">
        <w:rPr>
          <w:rFonts w:ascii="Arial" w:hAnsi="Arial" w:cs="Arial"/>
          <w:sz w:val="22"/>
          <w:szCs w:val="22"/>
        </w:rPr>
        <w:t xml:space="preserve"> </w:t>
      </w:r>
      <w:r w:rsidR="00A0150D">
        <w:rPr>
          <w:rFonts w:ascii="Arial" w:hAnsi="Arial" w:cs="Arial"/>
          <w:sz w:val="22"/>
          <w:szCs w:val="22"/>
        </w:rPr>
        <w:t>kann</w:t>
      </w:r>
      <w:r w:rsidR="00A35A12" w:rsidRPr="00A0150D">
        <w:rPr>
          <w:rFonts w:ascii="Arial" w:hAnsi="Arial" w:cs="Arial"/>
          <w:sz w:val="22"/>
          <w:szCs w:val="22"/>
        </w:rPr>
        <w:t xml:space="preserve"> </w:t>
      </w:r>
      <w:r w:rsidR="00C97408">
        <w:rPr>
          <w:rFonts w:ascii="Arial" w:hAnsi="Arial" w:cs="Arial"/>
          <w:sz w:val="22"/>
          <w:szCs w:val="22"/>
        </w:rPr>
        <w:t xml:space="preserve">auch </w:t>
      </w:r>
      <w:r w:rsidR="00A35A12" w:rsidRPr="00A0150D">
        <w:rPr>
          <w:rFonts w:ascii="Arial" w:hAnsi="Arial" w:cs="Arial"/>
          <w:sz w:val="22"/>
          <w:szCs w:val="22"/>
        </w:rPr>
        <w:t xml:space="preserve">der komplette Prozess der </w:t>
      </w:r>
      <w:r>
        <w:rPr>
          <w:rFonts w:ascii="Arial" w:hAnsi="Arial" w:cs="Arial"/>
          <w:sz w:val="22"/>
          <w:szCs w:val="22"/>
        </w:rPr>
        <w:t xml:space="preserve">anschließenden </w:t>
      </w:r>
      <w:r w:rsidR="00A35A12" w:rsidRPr="00A0150D">
        <w:rPr>
          <w:rFonts w:ascii="Arial" w:hAnsi="Arial" w:cs="Arial"/>
          <w:sz w:val="22"/>
          <w:szCs w:val="22"/>
        </w:rPr>
        <w:t xml:space="preserve">Verdrahtung im Schaltschank </w:t>
      </w:r>
      <w:r w:rsidR="00A0150D">
        <w:rPr>
          <w:rFonts w:ascii="Arial" w:hAnsi="Arial" w:cs="Arial"/>
          <w:sz w:val="22"/>
          <w:szCs w:val="22"/>
        </w:rPr>
        <w:t>systembasiert</w:t>
      </w:r>
      <w:r w:rsidR="00A35A12" w:rsidRPr="00A0150D">
        <w:rPr>
          <w:rFonts w:ascii="Arial" w:hAnsi="Arial" w:cs="Arial"/>
          <w:sz w:val="22"/>
          <w:szCs w:val="22"/>
        </w:rPr>
        <w:t xml:space="preserve"> </w:t>
      </w:r>
      <w:r>
        <w:rPr>
          <w:rFonts w:ascii="Arial" w:hAnsi="Arial" w:cs="Arial"/>
          <w:sz w:val="22"/>
          <w:szCs w:val="22"/>
        </w:rPr>
        <w:t>geführt</w:t>
      </w:r>
      <w:r w:rsidR="00A0150D">
        <w:rPr>
          <w:rFonts w:ascii="Arial" w:hAnsi="Arial" w:cs="Arial"/>
          <w:sz w:val="22"/>
          <w:szCs w:val="22"/>
        </w:rPr>
        <w:t xml:space="preserve"> werden.</w:t>
      </w:r>
      <w:r w:rsidR="00A35A12" w:rsidRPr="00A0150D">
        <w:rPr>
          <w:rFonts w:ascii="Arial" w:hAnsi="Arial" w:cs="Arial"/>
          <w:sz w:val="22"/>
          <w:szCs w:val="22"/>
        </w:rPr>
        <w:t xml:space="preserve"> </w:t>
      </w:r>
      <w:r w:rsidR="00DE5B0B">
        <w:rPr>
          <w:rFonts w:ascii="Arial" w:hAnsi="Arial" w:cs="Arial"/>
          <w:sz w:val="22"/>
          <w:szCs w:val="22"/>
        </w:rPr>
        <w:t>Eine einheitliche Bedienoberfläche</w:t>
      </w:r>
      <w:r w:rsidR="00A35A12" w:rsidRPr="00A0150D">
        <w:rPr>
          <w:rFonts w:ascii="Arial" w:hAnsi="Arial" w:cs="Arial"/>
          <w:sz w:val="22"/>
          <w:szCs w:val="22"/>
        </w:rPr>
        <w:t xml:space="preserve"> </w:t>
      </w:r>
      <w:r w:rsidR="00A0150D">
        <w:rPr>
          <w:rFonts w:ascii="Arial" w:hAnsi="Arial" w:cs="Arial"/>
          <w:sz w:val="22"/>
          <w:szCs w:val="22"/>
        </w:rPr>
        <w:t xml:space="preserve">von </w:t>
      </w:r>
      <w:proofErr w:type="spellStart"/>
      <w:r w:rsidR="00A0150D">
        <w:rPr>
          <w:rFonts w:ascii="Arial" w:hAnsi="Arial" w:cs="Arial"/>
          <w:sz w:val="22"/>
          <w:szCs w:val="22"/>
        </w:rPr>
        <w:t>Eplan</w:t>
      </w:r>
      <w:proofErr w:type="spellEnd"/>
      <w:r w:rsidR="00A0150D">
        <w:rPr>
          <w:rFonts w:ascii="Arial" w:hAnsi="Arial" w:cs="Arial"/>
          <w:sz w:val="22"/>
          <w:szCs w:val="22"/>
        </w:rPr>
        <w:t xml:space="preserve"> Smart </w:t>
      </w:r>
      <w:proofErr w:type="spellStart"/>
      <w:r w:rsidR="00A0150D">
        <w:rPr>
          <w:rFonts w:ascii="Arial" w:hAnsi="Arial" w:cs="Arial"/>
          <w:sz w:val="22"/>
          <w:szCs w:val="22"/>
        </w:rPr>
        <w:t>Mounting</w:t>
      </w:r>
      <w:proofErr w:type="spellEnd"/>
      <w:r w:rsidR="00A0150D">
        <w:rPr>
          <w:rFonts w:ascii="Arial" w:hAnsi="Arial" w:cs="Arial"/>
          <w:sz w:val="22"/>
          <w:szCs w:val="22"/>
        </w:rPr>
        <w:t xml:space="preserve"> und </w:t>
      </w:r>
      <w:proofErr w:type="spellStart"/>
      <w:r w:rsidR="00A0150D">
        <w:rPr>
          <w:rFonts w:ascii="Arial" w:hAnsi="Arial" w:cs="Arial"/>
          <w:sz w:val="22"/>
          <w:szCs w:val="22"/>
        </w:rPr>
        <w:t>Eplan</w:t>
      </w:r>
      <w:proofErr w:type="spellEnd"/>
      <w:r w:rsidR="00A0150D">
        <w:rPr>
          <w:rFonts w:ascii="Arial" w:hAnsi="Arial" w:cs="Arial"/>
          <w:sz w:val="22"/>
          <w:szCs w:val="22"/>
        </w:rPr>
        <w:t xml:space="preserve"> Smart </w:t>
      </w:r>
      <w:proofErr w:type="spellStart"/>
      <w:r w:rsidR="00A0150D">
        <w:rPr>
          <w:rFonts w:ascii="Arial" w:hAnsi="Arial" w:cs="Arial"/>
          <w:sz w:val="22"/>
          <w:szCs w:val="22"/>
        </w:rPr>
        <w:t>Wiring</w:t>
      </w:r>
      <w:proofErr w:type="spellEnd"/>
      <w:r w:rsidR="00A0150D">
        <w:rPr>
          <w:rFonts w:ascii="Arial" w:hAnsi="Arial" w:cs="Arial"/>
          <w:sz w:val="22"/>
          <w:szCs w:val="22"/>
        </w:rPr>
        <w:t xml:space="preserve"> sowie</w:t>
      </w:r>
      <w:r w:rsidR="00A35A12" w:rsidRPr="00A0150D">
        <w:rPr>
          <w:rFonts w:ascii="Arial" w:hAnsi="Arial" w:cs="Arial"/>
          <w:sz w:val="22"/>
          <w:szCs w:val="22"/>
        </w:rPr>
        <w:t xml:space="preserve"> </w:t>
      </w:r>
      <w:r>
        <w:rPr>
          <w:rFonts w:ascii="Arial" w:hAnsi="Arial" w:cs="Arial"/>
          <w:sz w:val="22"/>
          <w:szCs w:val="22"/>
        </w:rPr>
        <w:t>der digitale Zwilling</w:t>
      </w:r>
      <w:r w:rsidR="00A35A12" w:rsidRPr="00362532">
        <w:rPr>
          <w:rFonts w:ascii="Arial" w:hAnsi="Arial" w:cs="Arial"/>
          <w:sz w:val="22"/>
          <w:szCs w:val="22"/>
        </w:rPr>
        <w:t xml:space="preserve"> </w:t>
      </w:r>
      <w:r w:rsidR="00362532">
        <w:rPr>
          <w:rFonts w:ascii="Arial" w:hAnsi="Arial" w:cs="Arial"/>
          <w:sz w:val="22"/>
          <w:szCs w:val="22"/>
        </w:rPr>
        <w:t xml:space="preserve">aus </w:t>
      </w:r>
      <w:proofErr w:type="spellStart"/>
      <w:r w:rsidR="00362532">
        <w:rPr>
          <w:rFonts w:ascii="Arial" w:hAnsi="Arial" w:cs="Arial"/>
          <w:sz w:val="22"/>
          <w:szCs w:val="22"/>
        </w:rPr>
        <w:t>Eplan</w:t>
      </w:r>
      <w:proofErr w:type="spellEnd"/>
      <w:r w:rsidR="00A0150D" w:rsidRPr="00362532">
        <w:rPr>
          <w:rFonts w:ascii="Arial" w:hAnsi="Arial" w:cs="Arial"/>
          <w:sz w:val="22"/>
          <w:szCs w:val="22"/>
        </w:rPr>
        <w:t xml:space="preserve"> Pro Panel </w:t>
      </w:r>
      <w:r w:rsidR="00DE5B0B">
        <w:rPr>
          <w:rFonts w:ascii="Arial" w:hAnsi="Arial" w:cs="Arial"/>
          <w:sz w:val="22"/>
          <w:szCs w:val="22"/>
        </w:rPr>
        <w:t xml:space="preserve">als Single Source of Truth </w:t>
      </w:r>
      <w:r w:rsidR="00A35A12" w:rsidRPr="00362532">
        <w:rPr>
          <w:rFonts w:ascii="Arial" w:hAnsi="Arial" w:cs="Arial"/>
          <w:sz w:val="22"/>
          <w:szCs w:val="22"/>
        </w:rPr>
        <w:t xml:space="preserve">sorgen für </w:t>
      </w:r>
      <w:r w:rsidR="00A0150D" w:rsidRPr="00362532">
        <w:rPr>
          <w:rFonts w:ascii="Arial" w:hAnsi="Arial" w:cs="Arial"/>
          <w:sz w:val="22"/>
          <w:szCs w:val="22"/>
        </w:rPr>
        <w:t xml:space="preserve">ein Maximum an </w:t>
      </w:r>
      <w:r w:rsidR="00A35A12" w:rsidRPr="00362532">
        <w:rPr>
          <w:rFonts w:ascii="Arial" w:hAnsi="Arial" w:cs="Arial"/>
          <w:sz w:val="22"/>
          <w:szCs w:val="22"/>
        </w:rPr>
        <w:t xml:space="preserve">Datendurchgängigkeit. </w:t>
      </w:r>
      <w:r w:rsidR="00A0150D" w:rsidRPr="00362532">
        <w:rPr>
          <w:rFonts w:ascii="Arial" w:hAnsi="Arial" w:cs="Arial"/>
          <w:sz w:val="22"/>
          <w:szCs w:val="22"/>
        </w:rPr>
        <w:t xml:space="preserve">Selbstverständlich ist die Software kompatibel mit gängigen </w:t>
      </w:r>
      <w:r w:rsidR="009B6280">
        <w:rPr>
          <w:rFonts w:ascii="Arial" w:hAnsi="Arial" w:cs="Arial"/>
          <w:sz w:val="22"/>
          <w:szCs w:val="22"/>
        </w:rPr>
        <w:t>Drahtkonfektion</w:t>
      </w:r>
      <w:r w:rsidR="00FA52AF">
        <w:rPr>
          <w:rFonts w:ascii="Arial" w:hAnsi="Arial" w:cs="Arial"/>
          <w:sz w:val="22"/>
          <w:szCs w:val="22"/>
        </w:rPr>
        <w:t>ierungs-Vollautomaten</w:t>
      </w:r>
      <w:r w:rsidR="00A0150D" w:rsidRPr="00362532">
        <w:rPr>
          <w:rFonts w:ascii="Arial" w:hAnsi="Arial" w:cs="Arial"/>
          <w:sz w:val="22"/>
          <w:szCs w:val="22"/>
        </w:rPr>
        <w:t>, beispielsweise dem Rittal Wire Terminal</w:t>
      </w:r>
      <w:r w:rsidR="009B6280">
        <w:rPr>
          <w:rFonts w:ascii="Arial" w:hAnsi="Arial" w:cs="Arial"/>
          <w:sz w:val="22"/>
          <w:szCs w:val="22"/>
        </w:rPr>
        <w:t xml:space="preserve"> WT</w:t>
      </w:r>
      <w:r w:rsidR="00A0150D" w:rsidRPr="00362532">
        <w:rPr>
          <w:rFonts w:ascii="Arial" w:hAnsi="Arial" w:cs="Arial"/>
          <w:sz w:val="22"/>
          <w:szCs w:val="22"/>
        </w:rPr>
        <w:t xml:space="preserve">. Auch vorkonfektionierte Drähte lassen sich </w:t>
      </w:r>
      <w:r>
        <w:rPr>
          <w:rFonts w:ascii="Arial" w:hAnsi="Arial" w:cs="Arial"/>
          <w:sz w:val="22"/>
          <w:szCs w:val="22"/>
        </w:rPr>
        <w:t>einsetzen</w:t>
      </w:r>
      <w:r w:rsidR="00362532">
        <w:rPr>
          <w:rFonts w:ascii="Arial" w:hAnsi="Arial" w:cs="Arial"/>
          <w:sz w:val="22"/>
          <w:szCs w:val="22"/>
        </w:rPr>
        <w:t>. E</w:t>
      </w:r>
      <w:r w:rsidR="00A0150D" w:rsidRPr="00362532">
        <w:rPr>
          <w:rFonts w:ascii="Arial" w:hAnsi="Arial" w:cs="Arial"/>
          <w:sz w:val="22"/>
          <w:szCs w:val="22"/>
        </w:rPr>
        <w:t>in höchstmöglicher Automatisierungsgrad</w:t>
      </w:r>
      <w:r w:rsidR="00362532">
        <w:rPr>
          <w:rFonts w:ascii="Arial" w:hAnsi="Arial" w:cs="Arial"/>
          <w:sz w:val="22"/>
          <w:szCs w:val="22"/>
        </w:rPr>
        <w:t xml:space="preserve"> </w:t>
      </w:r>
      <w:r>
        <w:rPr>
          <w:rFonts w:ascii="Arial" w:hAnsi="Arial" w:cs="Arial"/>
          <w:sz w:val="22"/>
          <w:szCs w:val="22"/>
        </w:rPr>
        <w:t>vom Ursprung</w:t>
      </w:r>
      <w:r w:rsidR="00362532">
        <w:rPr>
          <w:rFonts w:ascii="Arial" w:hAnsi="Arial" w:cs="Arial"/>
          <w:sz w:val="22"/>
          <w:szCs w:val="22"/>
        </w:rPr>
        <w:t xml:space="preserve"> Engineering bis </w:t>
      </w:r>
      <w:r>
        <w:rPr>
          <w:rFonts w:ascii="Arial" w:hAnsi="Arial" w:cs="Arial"/>
          <w:sz w:val="22"/>
          <w:szCs w:val="22"/>
        </w:rPr>
        <w:t xml:space="preserve">in die </w:t>
      </w:r>
      <w:r w:rsidR="00362532">
        <w:rPr>
          <w:rFonts w:ascii="Arial" w:hAnsi="Arial" w:cs="Arial"/>
          <w:sz w:val="22"/>
          <w:szCs w:val="22"/>
        </w:rPr>
        <w:t>Fertigung</w:t>
      </w:r>
      <w:r w:rsidR="00A0150D" w:rsidRPr="00362532">
        <w:rPr>
          <w:rFonts w:ascii="Arial" w:hAnsi="Arial" w:cs="Arial"/>
          <w:sz w:val="22"/>
          <w:szCs w:val="22"/>
        </w:rPr>
        <w:t xml:space="preserve"> ist das Ziel</w:t>
      </w:r>
      <w:r w:rsidR="00362532">
        <w:rPr>
          <w:rFonts w:ascii="Arial" w:hAnsi="Arial" w:cs="Arial"/>
          <w:sz w:val="22"/>
          <w:szCs w:val="22"/>
        </w:rPr>
        <w:t xml:space="preserve"> und sichert zugleich eine</w:t>
      </w:r>
      <w:r w:rsidR="00A64484" w:rsidRPr="00362532">
        <w:rPr>
          <w:rFonts w:ascii="Arial" w:hAnsi="Arial" w:cs="Arial"/>
          <w:sz w:val="22"/>
          <w:szCs w:val="22"/>
        </w:rPr>
        <w:t xml:space="preserve"> optimale Qualität. </w:t>
      </w:r>
    </w:p>
    <w:p w14:paraId="4ADC9986" w14:textId="77777777" w:rsidR="007F56A6" w:rsidRDefault="007F56A6" w:rsidP="007F56A6">
      <w:pPr>
        <w:pStyle w:val="paragraph"/>
        <w:spacing w:before="0" w:beforeAutospacing="0" w:after="0" w:afterAutospacing="0" w:line="312" w:lineRule="auto"/>
        <w:ind w:right="3493"/>
        <w:textAlignment w:val="baseline"/>
        <w:rPr>
          <w:rFonts w:ascii="Arial" w:hAnsi="Arial" w:cs="Arial"/>
          <w:sz w:val="22"/>
          <w:szCs w:val="22"/>
        </w:rPr>
      </w:pPr>
    </w:p>
    <w:p w14:paraId="75146E81" w14:textId="02ACBAB7" w:rsidR="0047607D" w:rsidRPr="000A5019" w:rsidRDefault="0047607D" w:rsidP="007916BF">
      <w:pPr>
        <w:spacing w:after="240" w:line="312" w:lineRule="auto"/>
        <w:ind w:right="3493"/>
        <w:rPr>
          <w:rFonts w:ascii="Arial" w:hAnsi="Arial" w:cs="Arial"/>
          <w:sz w:val="22"/>
          <w:szCs w:val="22"/>
        </w:rPr>
      </w:pPr>
      <w:r w:rsidRPr="000A5019">
        <w:rPr>
          <w:rFonts w:ascii="Arial" w:hAnsi="Arial" w:cs="Arial"/>
          <w:sz w:val="22"/>
          <w:szCs w:val="22"/>
        </w:rPr>
        <w:t>(</w:t>
      </w:r>
      <w:r w:rsidR="00DE5B0B">
        <w:rPr>
          <w:rFonts w:ascii="Arial" w:hAnsi="Arial" w:cs="Arial"/>
          <w:sz w:val="22"/>
          <w:szCs w:val="22"/>
        </w:rPr>
        <w:t>4.</w:t>
      </w:r>
      <w:r w:rsidR="00B26EE6">
        <w:rPr>
          <w:rFonts w:ascii="Arial" w:hAnsi="Arial" w:cs="Arial"/>
          <w:sz w:val="22"/>
          <w:szCs w:val="22"/>
        </w:rPr>
        <w:t>3</w:t>
      </w:r>
      <w:r w:rsidR="00C97408">
        <w:rPr>
          <w:rFonts w:ascii="Arial" w:hAnsi="Arial" w:cs="Arial"/>
          <w:sz w:val="22"/>
          <w:szCs w:val="22"/>
        </w:rPr>
        <w:t>61</w:t>
      </w:r>
      <w:r w:rsidR="003C7EBF">
        <w:rPr>
          <w:rFonts w:ascii="Arial" w:hAnsi="Arial" w:cs="Arial"/>
          <w:sz w:val="22"/>
          <w:szCs w:val="22"/>
        </w:rPr>
        <w:t xml:space="preserve"> </w:t>
      </w:r>
      <w:r w:rsidRPr="000A5019">
        <w:rPr>
          <w:rFonts w:ascii="Arial" w:hAnsi="Arial" w:cs="Arial"/>
          <w:sz w:val="22"/>
          <w:szCs w:val="22"/>
        </w:rPr>
        <w:t>Zeichen)</w:t>
      </w:r>
    </w:p>
    <w:p w14:paraId="2BE0356A" w14:textId="77777777" w:rsidR="00CF274B" w:rsidRPr="000A5019" w:rsidRDefault="00CF274B" w:rsidP="007916BF">
      <w:pPr>
        <w:spacing w:after="240" w:line="312" w:lineRule="auto"/>
        <w:ind w:right="3493"/>
        <w:rPr>
          <w:rFonts w:ascii="Wingdings" w:hAnsi="Wingdings"/>
        </w:rPr>
      </w:pPr>
      <w:r w:rsidRPr="000A5019">
        <w:rPr>
          <w:rFonts w:ascii="Wingdings" w:hAnsi="Wingdings"/>
        </w:rPr>
        <w:t></w:t>
      </w:r>
    </w:p>
    <w:p w14:paraId="536DE25F" w14:textId="1BAAFEE9" w:rsidR="00CF274B" w:rsidRPr="00DC1071" w:rsidRDefault="007E6EEA" w:rsidP="007916BF">
      <w:pPr>
        <w:pStyle w:val="PIAbspann"/>
        <w:rPr>
          <w:b/>
          <w:bCs/>
        </w:rPr>
      </w:pPr>
      <w:r>
        <w:rPr>
          <w:b/>
          <w:bCs/>
        </w:rPr>
        <w:t>B</w:t>
      </w:r>
      <w:r w:rsidR="00CF274B" w:rsidRPr="00DC1071">
        <w:rPr>
          <w:b/>
          <w:bCs/>
        </w:rPr>
        <w:t>ildmaterial</w:t>
      </w:r>
      <w:r w:rsidR="006F7328" w:rsidRPr="00DC1071">
        <w:rPr>
          <w:b/>
          <w:bCs/>
        </w:rPr>
        <w:t xml:space="preserve"> </w:t>
      </w:r>
    </w:p>
    <w:p w14:paraId="17B8230E" w14:textId="2B685D5A" w:rsidR="00C64459" w:rsidRDefault="0028192D" w:rsidP="00EF6AD8">
      <w:pPr>
        <w:autoSpaceDE w:val="0"/>
        <w:autoSpaceDN w:val="0"/>
        <w:adjustRightInd w:val="0"/>
        <w:spacing w:after="240" w:line="312" w:lineRule="auto"/>
        <w:ind w:right="3493"/>
        <w:rPr>
          <w:rFonts w:ascii="Arial" w:hAnsi="Arial" w:cs="Arial"/>
          <w:sz w:val="18"/>
        </w:rPr>
      </w:pPr>
      <w:proofErr w:type="spellStart"/>
      <w:r>
        <w:rPr>
          <w:rFonts w:ascii="Arial" w:hAnsi="Arial" w:cs="Arial"/>
          <w:sz w:val="18"/>
        </w:rPr>
        <w:t>Eplan</w:t>
      </w:r>
      <w:proofErr w:type="spellEnd"/>
      <w:r>
        <w:rPr>
          <w:rFonts w:ascii="Arial" w:hAnsi="Arial" w:cs="Arial"/>
          <w:sz w:val="18"/>
        </w:rPr>
        <w:t xml:space="preserve"> Smart </w:t>
      </w:r>
      <w:proofErr w:type="spellStart"/>
      <w:r>
        <w:rPr>
          <w:rFonts w:ascii="Arial" w:hAnsi="Arial" w:cs="Arial"/>
          <w:sz w:val="18"/>
        </w:rPr>
        <w:t>Mounting</w:t>
      </w:r>
      <w:proofErr w:type="spellEnd"/>
      <w:r w:rsidR="00C61E79">
        <w:rPr>
          <w:rFonts w:ascii="Arial" w:hAnsi="Arial" w:cs="Arial"/>
          <w:sz w:val="18"/>
        </w:rPr>
        <w:t xml:space="preserve"> </w:t>
      </w:r>
      <w:r w:rsidR="00CA6394">
        <w:rPr>
          <w:rFonts w:ascii="Arial" w:hAnsi="Arial" w:cs="Arial"/>
          <w:sz w:val="18"/>
        </w:rPr>
        <w:t>1</w:t>
      </w:r>
      <w:r>
        <w:rPr>
          <w:rFonts w:ascii="Arial" w:hAnsi="Arial" w:cs="Arial"/>
          <w:sz w:val="18"/>
        </w:rPr>
        <w:t xml:space="preserve">.jpg: Mit dem neuen </w:t>
      </w:r>
      <w:proofErr w:type="spellStart"/>
      <w:r>
        <w:rPr>
          <w:rFonts w:ascii="Arial" w:hAnsi="Arial" w:cs="Arial"/>
          <w:sz w:val="18"/>
        </w:rPr>
        <w:t>Eplan</w:t>
      </w:r>
      <w:proofErr w:type="spellEnd"/>
      <w:r>
        <w:rPr>
          <w:rFonts w:ascii="Arial" w:hAnsi="Arial" w:cs="Arial"/>
          <w:sz w:val="18"/>
        </w:rPr>
        <w:t xml:space="preserve"> Smart </w:t>
      </w:r>
      <w:proofErr w:type="spellStart"/>
      <w:r>
        <w:rPr>
          <w:rFonts w:ascii="Arial" w:hAnsi="Arial" w:cs="Arial"/>
          <w:sz w:val="18"/>
        </w:rPr>
        <w:t>Mouting</w:t>
      </w:r>
      <w:proofErr w:type="spellEnd"/>
      <w:r>
        <w:rPr>
          <w:rFonts w:ascii="Arial" w:hAnsi="Arial" w:cs="Arial"/>
          <w:sz w:val="18"/>
        </w:rPr>
        <w:t xml:space="preserve"> wird die Montage von Komponenten im Schaltschrankbau beschleunigt. </w:t>
      </w:r>
    </w:p>
    <w:p w14:paraId="6B25AECD" w14:textId="5DD1FF8A" w:rsidR="007E6EEA" w:rsidRDefault="00C64459" w:rsidP="00EF6AD8">
      <w:pPr>
        <w:autoSpaceDE w:val="0"/>
        <w:autoSpaceDN w:val="0"/>
        <w:adjustRightInd w:val="0"/>
        <w:spacing w:after="240" w:line="312" w:lineRule="auto"/>
        <w:ind w:right="3493"/>
        <w:rPr>
          <w:rFonts w:ascii="Arial" w:hAnsi="Arial" w:cs="Arial"/>
          <w:sz w:val="18"/>
        </w:rPr>
      </w:pPr>
      <w:proofErr w:type="spellStart"/>
      <w:r>
        <w:rPr>
          <w:rFonts w:ascii="Arial" w:hAnsi="Arial" w:cs="Arial"/>
          <w:sz w:val="18"/>
        </w:rPr>
        <w:t>Eplan</w:t>
      </w:r>
      <w:proofErr w:type="spellEnd"/>
      <w:r>
        <w:rPr>
          <w:rFonts w:ascii="Arial" w:hAnsi="Arial" w:cs="Arial"/>
          <w:sz w:val="18"/>
        </w:rPr>
        <w:t xml:space="preserve"> Smart </w:t>
      </w:r>
      <w:proofErr w:type="spellStart"/>
      <w:r>
        <w:rPr>
          <w:rFonts w:ascii="Arial" w:hAnsi="Arial" w:cs="Arial"/>
          <w:sz w:val="18"/>
        </w:rPr>
        <w:t>Mounting</w:t>
      </w:r>
      <w:proofErr w:type="spellEnd"/>
      <w:r w:rsidR="00C61E79">
        <w:rPr>
          <w:rFonts w:ascii="Arial" w:hAnsi="Arial" w:cs="Arial"/>
          <w:sz w:val="18"/>
        </w:rPr>
        <w:t xml:space="preserve"> </w:t>
      </w:r>
      <w:r>
        <w:rPr>
          <w:rFonts w:ascii="Arial" w:hAnsi="Arial" w:cs="Arial"/>
          <w:sz w:val="18"/>
        </w:rPr>
        <w:t>2</w:t>
      </w:r>
      <w:r w:rsidR="00CA6394">
        <w:rPr>
          <w:rFonts w:ascii="Arial" w:hAnsi="Arial" w:cs="Arial"/>
          <w:sz w:val="18"/>
        </w:rPr>
        <w:t>.jpg</w:t>
      </w:r>
      <w:r>
        <w:rPr>
          <w:rFonts w:ascii="Arial" w:hAnsi="Arial" w:cs="Arial"/>
          <w:sz w:val="18"/>
        </w:rPr>
        <w:t xml:space="preserve">: </w:t>
      </w:r>
      <w:r w:rsidR="0028192D">
        <w:rPr>
          <w:rFonts w:ascii="Arial" w:hAnsi="Arial" w:cs="Arial"/>
          <w:sz w:val="18"/>
        </w:rPr>
        <w:t xml:space="preserve">Das System zeigt </w:t>
      </w:r>
      <w:r w:rsidR="009B3912">
        <w:rPr>
          <w:rFonts w:ascii="Arial" w:hAnsi="Arial" w:cs="Arial"/>
          <w:sz w:val="18"/>
        </w:rPr>
        <w:t xml:space="preserve">dem Fertigungsmitarbeiter </w:t>
      </w:r>
      <w:r w:rsidR="0028192D">
        <w:rPr>
          <w:rFonts w:ascii="Arial" w:hAnsi="Arial" w:cs="Arial"/>
          <w:sz w:val="18"/>
        </w:rPr>
        <w:t xml:space="preserve">auf, wo welche Komponente wie platziert werden muss. </w:t>
      </w:r>
    </w:p>
    <w:p w14:paraId="5BECC614" w14:textId="6957DF7D" w:rsidR="00CF274B" w:rsidRDefault="00CF274B" w:rsidP="00EF6AD8">
      <w:pPr>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proofErr w:type="spellStart"/>
      <w:r w:rsidR="00374B1B" w:rsidRPr="00EF6AD8">
        <w:rPr>
          <w:rFonts w:ascii="Arial" w:hAnsi="Arial" w:cs="Arial"/>
          <w:sz w:val="18"/>
        </w:rPr>
        <w:t>Eplan</w:t>
      </w:r>
      <w:proofErr w:type="spellEnd"/>
      <w:r w:rsidR="00374B1B" w:rsidRPr="00EF6AD8">
        <w:rPr>
          <w:rFonts w:ascii="Arial" w:hAnsi="Arial" w:cs="Arial"/>
          <w:sz w:val="18"/>
        </w:rPr>
        <w:t xml:space="preserve"> GmbH &amp; Co. KG </w:t>
      </w:r>
      <w:r w:rsidRPr="00EF6AD8">
        <w:rPr>
          <w:rFonts w:ascii="Arial" w:hAnsi="Arial" w:cs="Arial"/>
          <w:sz w:val="18"/>
        </w:rPr>
        <w:t>an. Wir freuen uns über einen Beleg.</w:t>
      </w:r>
    </w:p>
    <w:p w14:paraId="3A992B26" w14:textId="77777777" w:rsidR="002D7956" w:rsidRDefault="002D7956" w:rsidP="003B25FA">
      <w:pPr>
        <w:pStyle w:val="Kopfzeile"/>
        <w:tabs>
          <w:tab w:val="clear" w:pos="4536"/>
          <w:tab w:val="clear" w:pos="9072"/>
        </w:tabs>
        <w:spacing w:line="240" w:lineRule="atLeast"/>
        <w:ind w:right="3119"/>
        <w:rPr>
          <w:rFonts w:ascii="Arial" w:hAnsi="Arial" w:cs="Arial"/>
          <w:b/>
          <w:sz w:val="18"/>
          <w:szCs w:val="18"/>
        </w:rPr>
      </w:pPr>
    </w:p>
    <w:p w14:paraId="5B388820" w14:textId="77777777" w:rsidR="002D7956" w:rsidRDefault="002D7956" w:rsidP="003B25FA">
      <w:pPr>
        <w:pStyle w:val="Kopfzeile"/>
        <w:tabs>
          <w:tab w:val="clear" w:pos="4536"/>
          <w:tab w:val="clear" w:pos="9072"/>
        </w:tabs>
        <w:spacing w:line="240" w:lineRule="atLeast"/>
        <w:ind w:right="3119"/>
        <w:rPr>
          <w:rFonts w:ascii="Arial" w:hAnsi="Arial" w:cs="Arial"/>
          <w:b/>
          <w:sz w:val="18"/>
          <w:szCs w:val="18"/>
        </w:rPr>
      </w:pPr>
    </w:p>
    <w:p w14:paraId="62DEBF41" w14:textId="77777777" w:rsidR="002D7956" w:rsidRDefault="002D7956" w:rsidP="003B25FA">
      <w:pPr>
        <w:pStyle w:val="Kopfzeile"/>
        <w:tabs>
          <w:tab w:val="clear" w:pos="4536"/>
          <w:tab w:val="clear" w:pos="9072"/>
        </w:tabs>
        <w:spacing w:line="240" w:lineRule="atLeast"/>
        <w:ind w:right="3119"/>
        <w:rPr>
          <w:rFonts w:ascii="Arial" w:hAnsi="Arial" w:cs="Arial"/>
          <w:b/>
          <w:sz w:val="18"/>
          <w:szCs w:val="18"/>
        </w:rPr>
      </w:pPr>
    </w:p>
    <w:p w14:paraId="643C07F0" w14:textId="77777777" w:rsidR="002D7956" w:rsidRDefault="002D7956" w:rsidP="003B25FA">
      <w:pPr>
        <w:pStyle w:val="Kopfzeile"/>
        <w:tabs>
          <w:tab w:val="clear" w:pos="4536"/>
          <w:tab w:val="clear" w:pos="9072"/>
        </w:tabs>
        <w:spacing w:line="240" w:lineRule="atLeast"/>
        <w:ind w:right="3119"/>
        <w:rPr>
          <w:rFonts w:ascii="Arial" w:hAnsi="Arial" w:cs="Arial"/>
          <w:b/>
          <w:sz w:val="18"/>
          <w:szCs w:val="18"/>
        </w:rPr>
      </w:pPr>
    </w:p>
    <w:p w14:paraId="21C4019B" w14:textId="165C0BC3" w:rsidR="003B25FA" w:rsidRPr="008F3340" w:rsidRDefault="003B25FA" w:rsidP="003B25FA">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lastRenderedPageBreak/>
        <w:t>EPLAN</w:t>
      </w:r>
    </w:p>
    <w:p w14:paraId="777E5858" w14:textId="77777777" w:rsidR="003B25FA" w:rsidRPr="00540EEA" w:rsidRDefault="003B25FA" w:rsidP="003B25FA">
      <w:pPr>
        <w:pStyle w:val="Kopfzeile"/>
        <w:tabs>
          <w:tab w:val="clear" w:pos="4536"/>
          <w:tab w:val="clear" w:pos="9072"/>
        </w:tabs>
        <w:spacing w:line="240" w:lineRule="atLeast"/>
        <w:ind w:right="3119"/>
        <w:rPr>
          <w:rFonts w:ascii="Arial" w:hAnsi="Arial" w:cs="Arial"/>
          <w:b/>
          <w:sz w:val="22"/>
          <w:szCs w:val="22"/>
        </w:rPr>
      </w:pPr>
    </w:p>
    <w:p w14:paraId="45101B49" w14:textId="77777777" w:rsidR="003B25FA" w:rsidRPr="003B65B5" w:rsidRDefault="003B25FA" w:rsidP="003B25FA">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15F387FA" w14:textId="77777777" w:rsidR="003B25FA" w:rsidRPr="003B65B5" w:rsidRDefault="003B25FA" w:rsidP="003B25FA">
      <w:pPr>
        <w:spacing w:after="240" w:line="312" w:lineRule="auto"/>
        <w:ind w:right="3402"/>
        <w:rPr>
          <w:rFonts w:ascii="Arial" w:hAnsi="Arial" w:cs="Arial"/>
          <w:sz w:val="18"/>
          <w:szCs w:val="18"/>
        </w:rPr>
      </w:pPr>
      <w:r w:rsidRPr="003B65B5">
        <w:rPr>
          <w:rFonts w:ascii="Arial" w:hAnsi="Arial" w:cs="Arial"/>
          <w:sz w:val="18"/>
          <w:szCs w:val="18"/>
        </w:rPr>
        <w:t xml:space="preserve">Standardisierte und individuelle ERP- und PLM/PDM-Schnittstellen sichern durchgängige Daten entlang der gesamten Wertschöpfungskette. Mit EPLAN zu </w:t>
      </w:r>
      <w:proofErr w:type="gramStart"/>
      <w:r w:rsidRPr="003B65B5">
        <w:rPr>
          <w:rFonts w:ascii="Arial" w:hAnsi="Arial" w:cs="Arial"/>
          <w:sz w:val="18"/>
          <w:szCs w:val="18"/>
        </w:rPr>
        <w:t>arbeiten</w:t>
      </w:r>
      <w:proofErr w:type="gramEnd"/>
      <w:r w:rsidRPr="003B65B5">
        <w:rPr>
          <w:rFonts w:ascii="Arial" w:hAnsi="Arial" w:cs="Arial"/>
          <w:sz w:val="18"/>
          <w:szCs w:val="18"/>
        </w:rPr>
        <w:t xml:space="preserve"> bedeutet uneingeschränkte Kommunikation über alle Engineering-Disziplinen hinweg. Egal ob kleine oder große Unternehmen: Kunden können so ihre Expertise effizienter einsetzen. Weltweit werden </w:t>
      </w:r>
      <w:r>
        <w:rPr>
          <w:rFonts w:ascii="Arial" w:hAnsi="Arial" w:cs="Arial"/>
          <w:sz w:val="18"/>
          <w:szCs w:val="18"/>
        </w:rPr>
        <w:t>über 65</w:t>
      </w:r>
      <w:r w:rsidRPr="003B65B5">
        <w:rPr>
          <w:rFonts w:ascii="Arial" w:hAnsi="Arial" w:cs="Arial"/>
          <w:sz w:val="18"/>
          <w:szCs w:val="18"/>
        </w:rPr>
        <w:t>.000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p>
    <w:p w14:paraId="3AB44E19" w14:textId="77777777" w:rsidR="003B25FA" w:rsidRDefault="003B25FA" w:rsidP="003B25FA">
      <w:pPr>
        <w:pStyle w:val="PIAbspann"/>
      </w:pPr>
      <w:r>
        <w:t xml:space="preserve">EPLAN wurde 1984 gegründet und ist Teil der </w:t>
      </w:r>
      <w:r w:rsidRPr="00DA58BF">
        <w:t>Friedhelm Loh Group</w:t>
      </w:r>
      <w:r>
        <w:t xml:space="preserve">. </w:t>
      </w:r>
      <w:r w:rsidRPr="002A12BD">
        <w:t xml:space="preserve">Das Familienunternehmen ist mit </w:t>
      </w:r>
      <w:r>
        <w:t>über 12</w:t>
      </w:r>
      <w:r w:rsidRPr="002A12BD">
        <w:t xml:space="preserve"> Produktionsstätten und </w:t>
      </w:r>
      <w:r>
        <w:t>über 90</w:t>
      </w:r>
      <w:r w:rsidRPr="002A12BD">
        <w:t xml:space="preserve"> internationalen Tochtergesellschaften weltweit präsent. Die inhabergeführte Friedhelm Loh Group beschäftigt </w:t>
      </w:r>
      <w:r>
        <w:t>über 11.600</w:t>
      </w:r>
      <w:r w:rsidRPr="002A12BD">
        <w:t xml:space="preserve"> </w:t>
      </w:r>
      <w:r w:rsidRPr="0090671B">
        <w:t xml:space="preserve">Mitarbeiter und erzielte im Jahr </w:t>
      </w:r>
      <w:r>
        <w:t>2021</w:t>
      </w:r>
      <w:r w:rsidRPr="0090671B">
        <w:t xml:space="preserve"> einen Umsatz von 2,</w:t>
      </w:r>
      <w:r>
        <w:t>5</w:t>
      </w:r>
      <w:r w:rsidRPr="0090671B">
        <w:t xml:space="preserve"> Milliarden Euro. Zum </w:t>
      </w:r>
      <w:r>
        <w:t>14.</w:t>
      </w:r>
      <w:r w:rsidRPr="0090671B">
        <w:t xml:space="preserve"> Mal in Folge wurde die Unternehmensgruppe 20</w:t>
      </w:r>
      <w:r>
        <w:t>22</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w:t>
      </w:r>
      <w:r w:rsidRPr="002A12BD">
        <w:t>zu den besten Ausbildungsbetrieben gehört.</w:t>
      </w:r>
    </w:p>
    <w:p w14:paraId="3224EB7A" w14:textId="77777777" w:rsidR="003B25FA" w:rsidRDefault="003B25FA" w:rsidP="003B25FA">
      <w:pPr>
        <w:pStyle w:val="PIAbspann"/>
        <w:spacing w:after="0"/>
      </w:pPr>
      <w:r w:rsidRPr="00C6579D">
        <w:t>Weitere Informationen finden Sie unter</w:t>
      </w:r>
      <w:r>
        <w:t xml:space="preserve">: </w:t>
      </w:r>
    </w:p>
    <w:p w14:paraId="308B9AC4" w14:textId="78A756EC" w:rsidR="00834997" w:rsidRPr="007916BF" w:rsidRDefault="003B25FA" w:rsidP="00CA6394">
      <w:pPr>
        <w:pStyle w:val="PIAbspann"/>
        <w:spacing w:after="0"/>
      </w:pPr>
      <w:r w:rsidRPr="00C6579D">
        <w:t>www.</w:t>
      </w:r>
      <w:r>
        <w:t>eplan</w:t>
      </w:r>
      <w:r w:rsidRPr="00C6579D">
        <w:t xml:space="preserve">.de und </w:t>
      </w:r>
      <w:r w:rsidRPr="00860FB6">
        <w:t>www.friedhelm-loh-group.com</w:t>
      </w:r>
    </w:p>
    <w:sectPr w:rsidR="00834997" w:rsidRPr="007916BF" w:rsidSect="00A372FF">
      <w:headerReference w:type="default" r:id="rId11"/>
      <w:footerReference w:type="default" r:id="rId12"/>
      <w:headerReference w:type="first" r:id="rId13"/>
      <w:footerReference w:type="first" r:id="rId14"/>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A55F2" w14:textId="77777777" w:rsidR="00286655" w:rsidRDefault="00286655">
      <w:r>
        <w:separator/>
      </w:r>
    </w:p>
  </w:endnote>
  <w:endnote w:type="continuationSeparator" w:id="0">
    <w:p w14:paraId="5F9DA145" w14:textId="77777777" w:rsidR="00286655" w:rsidRDefault="00286655">
      <w:r>
        <w:continuationSeparator/>
      </w:r>
    </w:p>
  </w:endnote>
  <w:endnote w:type="continuationNotice" w:id="1">
    <w:p w14:paraId="781F8F23" w14:textId="77777777" w:rsidR="00286655" w:rsidRDefault="002866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32D85" w14:textId="3C8391D3" w:rsidR="00816731" w:rsidRPr="008C6F46" w:rsidRDefault="00816731"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AA088B">
      <w:rPr>
        <w:rStyle w:val="Seitenzahl"/>
        <w:rFonts w:ascii="Arial" w:hAnsi="Arial" w:cs="Arial"/>
        <w:noProof/>
        <w:sz w:val="22"/>
        <w:szCs w:val="22"/>
      </w:rPr>
      <w:t>5</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8F507" w14:textId="77777777" w:rsidR="00816731" w:rsidRDefault="00816731">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4B1E41EE" wp14:editId="62D432E8">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47F08" w14:textId="77777777" w:rsidR="00286655" w:rsidRDefault="00286655">
      <w:r>
        <w:separator/>
      </w:r>
    </w:p>
  </w:footnote>
  <w:footnote w:type="continuationSeparator" w:id="0">
    <w:p w14:paraId="34E5FD47" w14:textId="77777777" w:rsidR="00286655" w:rsidRDefault="00286655">
      <w:r>
        <w:continuationSeparator/>
      </w:r>
    </w:p>
  </w:footnote>
  <w:footnote w:type="continuationNotice" w:id="1">
    <w:p w14:paraId="06394ACC" w14:textId="77777777" w:rsidR="00286655" w:rsidRDefault="002866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29C7" w14:textId="1FBF6BD9" w:rsidR="00816731" w:rsidRDefault="00816731">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58241" behindDoc="0" locked="0" layoutInCell="1" allowOverlap="1" wp14:anchorId="2E22F1E5" wp14:editId="19FA3BF1">
              <wp:simplePos x="0" y="0"/>
              <wp:positionH relativeFrom="column">
                <wp:posOffset>5187950</wp:posOffset>
              </wp:positionH>
              <wp:positionV relativeFrom="paragraph">
                <wp:posOffset>-46051</wp:posOffset>
              </wp:positionV>
              <wp:extent cx="1193165" cy="1370965"/>
              <wp:effectExtent l="0" t="0" r="6985" b="381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E22F1E5" id="_x0000_t202" coordsize="21600,21600" o:spt="202" path="m,l,21600r21600,l21600,xe">
              <v:stroke joinstyle="miter"/>
              <v:path gradientshapeok="t" o:connecttype="rect"/>
            </v:shapetype>
            <v:shape id="Text Box 7" o:spid="_x0000_s1027" type="#_x0000_t202" style="position:absolute;margin-left:408.5pt;margin-top:-3.65pt;width:93.95pt;height:107.9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" stroked="f">
              <v:textbox style="mso-fit-shape-to-text:t">
                <w:txbxContent>
                  <w:p w14:paraId="53EE0F8B" w14:textId="5FDA6131" w:rsidR="00816731" w:rsidRPr="009E2947" w:rsidRDefault="00404A97" w:rsidP="00620F45">
                    <w:pPr>
                      <w:ind w:right="-30"/>
                    </w:pPr>
                    <w:r>
                      <w:rPr>
                        <w:noProof/>
                      </w:rPr>
                      <w:drawing>
                        <wp:inline distT="0" distB="0" distL="0" distR="0" wp14:anchorId="57CF8425" wp14:editId="4F0D5622">
                          <wp:extent cx="868045" cy="1214120"/>
                          <wp:effectExtent l="0" t="0" r="8255"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v:shape>
          </w:pict>
        </mc:Fallback>
      </mc:AlternateContent>
    </w:r>
    <w:r>
      <w:rPr>
        <w:rFonts w:ascii="Arial" w:hAnsi="Arial" w:cs="Arial"/>
        <w:b/>
        <w:bCs/>
        <w:i/>
        <w:iCs/>
        <w:spacing w:val="40"/>
        <w:sz w:val="32"/>
        <w:lang w:val="en-GB"/>
      </w:rPr>
      <w:t>Presse-Information</w:t>
    </w:r>
  </w:p>
  <w:p w14:paraId="27A8B33A" w14:textId="69005F55" w:rsidR="00816731" w:rsidRDefault="00816731" w:rsidP="00374B1B">
    <w:pPr>
      <w:pStyle w:val="Kopfzeile"/>
    </w:pPr>
    <w:r>
      <w:rPr>
        <w:rFonts w:ascii="Arial" w:hAnsi="Arial" w:cs="Arial"/>
        <w:sz w:val="22"/>
        <w:lang w:val="en-GB"/>
      </w:rPr>
      <w:t xml:space="preserve">Eplan </w:t>
    </w:r>
  </w:p>
  <w:p w14:paraId="0DF07C2F" w14:textId="3B03117E" w:rsidR="00816731" w:rsidRDefault="00816731"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33E9" w14:textId="0BDAB991" w:rsidR="00816731" w:rsidRDefault="00E521F7">
    <w:pPr>
      <w:pStyle w:val="Kopfzeile"/>
      <w:spacing w:after="60"/>
      <w:rPr>
        <w:rFonts w:ascii="Arial" w:hAnsi="Arial" w:cs="Arial"/>
        <w:b/>
        <w:bCs/>
        <w:i/>
        <w:iCs/>
        <w:spacing w:val="40"/>
        <w:sz w:val="32"/>
        <w:lang w:val="en-GB"/>
      </w:rPr>
    </w:pPr>
    <w:r w:rsidRPr="00E521F7">
      <w:rPr>
        <w:rFonts w:ascii="Arial" w:hAnsi="Arial" w:cs="Arial"/>
        <w:b/>
        <w:bCs/>
        <w:i/>
        <w:iCs/>
        <w:noProof/>
        <w:spacing w:val="40"/>
        <w:sz w:val="32"/>
        <w:lang w:val="en-GB"/>
      </w:rPr>
      <mc:AlternateContent>
        <mc:Choice Requires="wps">
          <w:drawing>
            <wp:anchor distT="45720" distB="45720" distL="114300" distR="114300" simplePos="0" relativeHeight="251658242" behindDoc="0" locked="0" layoutInCell="1" allowOverlap="1" wp14:anchorId="7ADDB814" wp14:editId="1A24198E">
              <wp:simplePos x="0" y="0"/>
              <wp:positionH relativeFrom="margin">
                <wp:posOffset>5195570</wp:posOffset>
              </wp:positionH>
              <wp:positionV relativeFrom="paragraph">
                <wp:posOffset>-50800</wp:posOffset>
              </wp:positionV>
              <wp:extent cx="1095375" cy="1314450"/>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1314450"/>
                      </a:xfrm>
                      <a:prstGeom prst="rect">
                        <a:avLst/>
                      </a:prstGeom>
                      <a:solidFill>
                        <a:srgbClr val="FFFFFF"/>
                      </a:solidFill>
                      <a:ln w="9525">
                        <a:noFill/>
                        <a:miter lim="800000"/>
                        <a:headEnd/>
                        <a:tailEnd/>
                      </a:ln>
                    </wps:spPr>
                    <wps:txb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DDB814" id="_x0000_t202" coordsize="21600,21600" o:spt="202" path="m,l,21600r21600,l21600,xe">
              <v:stroke joinstyle="miter"/>
              <v:path gradientshapeok="t" o:connecttype="rect"/>
            </v:shapetype>
            <v:shape id="Textfeld 2" o:spid="_x0000_s1028" type="#_x0000_t202" style="position:absolute;margin-left:409.1pt;margin-top:-4pt;width:86.25pt;height:103.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" stroked="f">
              <v:textbox>
                <w:txbxContent>
                  <w:p w14:paraId="440BAAA8" w14:textId="60AF5B02" w:rsidR="00E521F7" w:rsidRDefault="00404A97">
                    <w:r>
                      <w:rPr>
                        <w:noProof/>
                      </w:rPr>
                      <w:drawing>
                        <wp:inline distT="0" distB="0" distL="0" distR="0" wp14:anchorId="38188149" wp14:editId="273B29A7">
                          <wp:extent cx="868045" cy="1214120"/>
                          <wp:effectExtent l="0" t="0" r="8255"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868045" cy="1214120"/>
                                  </a:xfrm>
                                  <a:prstGeom prst="rect">
                                    <a:avLst/>
                                  </a:prstGeom>
                                </pic:spPr>
                              </pic:pic>
                            </a:graphicData>
                          </a:graphic>
                        </wp:inline>
                      </w:drawing>
                    </w:r>
                  </w:p>
                </w:txbxContent>
              </v:textbox>
              <w10:wrap type="square" anchorx="margin"/>
            </v:shape>
          </w:pict>
        </mc:Fallback>
      </mc:AlternateContent>
    </w:r>
    <w:r w:rsidR="00816731">
      <w:rPr>
        <w:rFonts w:ascii="Arial" w:hAnsi="Arial" w:cs="Arial"/>
        <w:b/>
        <w:bCs/>
        <w:i/>
        <w:iCs/>
        <w:spacing w:val="40"/>
        <w:sz w:val="32"/>
        <w:lang w:val="en-GB"/>
      </w:rPr>
      <w:t>Presse-Information</w:t>
    </w:r>
  </w:p>
  <w:p w14:paraId="41C05AD8" w14:textId="11D38D61" w:rsidR="00816731" w:rsidRDefault="007E6EEA">
    <w:pPr>
      <w:pStyle w:val="Kopfzeile"/>
    </w:pPr>
    <w:r>
      <w:rPr>
        <w:noProof/>
      </w:rPr>
      <mc:AlternateContent>
        <mc:Choice Requires="wps">
          <w:drawing>
            <wp:anchor distT="0" distB="0" distL="114300" distR="114300" simplePos="0" relativeHeight="251658243" behindDoc="0" locked="0" layoutInCell="1" allowOverlap="1" wp14:anchorId="6E80AB86" wp14:editId="3EDE3DB2">
              <wp:simplePos x="0" y="0"/>
              <wp:positionH relativeFrom="column">
                <wp:posOffset>-86825</wp:posOffset>
              </wp:positionH>
              <wp:positionV relativeFrom="paragraph">
                <wp:posOffset>413546</wp:posOffset>
              </wp:positionV>
              <wp:extent cx="3167380" cy="638175"/>
              <wp:effectExtent l="0" t="0" r="0" b="9525"/>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380" cy="638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212467" w14:textId="7EB9CBCA" w:rsidR="007E6EEA" w:rsidRDefault="007E6EEA" w:rsidP="007E6EEA">
                          <w:pPr>
                            <w:pStyle w:val="PIAnkndigung"/>
                          </w:pPr>
                          <w:proofErr w:type="spellStart"/>
                          <w:r>
                            <w:t>Eplan</w:t>
                          </w:r>
                          <w:proofErr w:type="spellEnd"/>
                          <w:r>
                            <w:t xml:space="preserve"> auf der SPS in Halle 6, Stand 238</w:t>
                          </w:r>
                        </w:p>
                        <w:p w14:paraId="3114E907" w14:textId="4990E178" w:rsidR="007E6EEA" w:rsidRDefault="007E6EEA" w:rsidP="007E6EEA">
                          <w:pPr>
                            <w:pStyle w:val="PIAnkndigung"/>
                          </w:pPr>
                          <w:r>
                            <w:t>sowie in Halle 3, Stand 121</w:t>
                          </w:r>
                        </w:p>
                        <w:p w14:paraId="4EDEAA3B" w14:textId="77777777" w:rsidR="007E6EEA" w:rsidRDefault="007E6EEA" w:rsidP="007E6EEA">
                          <w:pPr>
                            <w:pStyle w:val="PIAnkndigung"/>
                          </w:pPr>
                          <w:r>
                            <w:t>8. bis 10. November 2022 in Nürnberg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80AB86" id="_x0000_s1029" type="#_x0000_t202" style="position:absolute;margin-left:-6.85pt;margin-top:32.55pt;width:249.4pt;height:50.2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" stroked="f">
              <v:textbox>
                <w:txbxContent>
                  <w:p w14:paraId="5B212467" w14:textId="7EB9CBCA" w:rsidR="007E6EEA" w:rsidRDefault="007E6EEA" w:rsidP="007E6EEA">
                    <w:pPr>
                      <w:pStyle w:val="PIAnkndigung"/>
                    </w:pPr>
                    <w:proofErr w:type="spellStart"/>
                    <w:r>
                      <w:t>Eplan</w:t>
                    </w:r>
                    <w:proofErr w:type="spellEnd"/>
                    <w:r>
                      <w:t xml:space="preserve"> auf der SPS in Halle 6, Stand 238</w:t>
                    </w:r>
                  </w:p>
                  <w:p w14:paraId="3114E907" w14:textId="4990E178" w:rsidR="007E6EEA" w:rsidRDefault="007E6EEA" w:rsidP="007E6EEA">
                    <w:pPr>
                      <w:pStyle w:val="PIAnkndigung"/>
                    </w:pPr>
                    <w:r>
                      <w:t>sowie in Halle 3, Stand 121</w:t>
                    </w:r>
                  </w:p>
                  <w:p w14:paraId="4EDEAA3B" w14:textId="77777777" w:rsidR="007E6EEA" w:rsidRDefault="007E6EEA" w:rsidP="007E6EEA">
                    <w:pPr>
                      <w:pStyle w:val="PIAnkndigung"/>
                    </w:pPr>
                    <w:r>
                      <w:t>8. bis 10. November 2022 in Nürnberg</w:t>
                    </w:r>
                  </w:p>
                </w:txbxContent>
              </v:textbox>
            </v:shape>
          </w:pict>
        </mc:Fallback>
      </mc:AlternateContent>
    </w:r>
    <w:proofErr w:type="spellStart"/>
    <w:r w:rsidR="00816731">
      <w:rPr>
        <w:rFonts w:ascii="Arial" w:hAnsi="Arial" w:cs="Arial"/>
        <w:sz w:val="22"/>
        <w:lang w:val="en-GB"/>
      </w:rPr>
      <w:t>Eplan</w:t>
    </w:r>
    <w:proofErr w:type="spellEnd"/>
    <w:r w:rsidR="00816731">
      <w:rPr>
        <w:rFonts w:ascii="Arial" w:hAnsi="Arial" w:cs="Arial"/>
        <w:sz w:val="22"/>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463FCC"/>
    <w:multiLevelType w:val="multilevel"/>
    <w:tmpl w:val="5AA25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533030"/>
    <w:multiLevelType w:val="multilevel"/>
    <w:tmpl w:val="9D7669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04588D"/>
    <w:multiLevelType w:val="multilevel"/>
    <w:tmpl w:val="DF043E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E820B9B"/>
    <w:multiLevelType w:val="multilevel"/>
    <w:tmpl w:val="B212F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C533F0"/>
    <w:multiLevelType w:val="multilevel"/>
    <w:tmpl w:val="9C9A3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AC00C9"/>
    <w:multiLevelType w:val="multilevel"/>
    <w:tmpl w:val="9436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2576975"/>
    <w:multiLevelType w:val="multilevel"/>
    <w:tmpl w:val="1CAC3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AB4C75"/>
    <w:multiLevelType w:val="hybridMultilevel"/>
    <w:tmpl w:val="858CDD84"/>
    <w:lvl w:ilvl="0" w:tplc="3B7C68C4">
      <w:start w:val="1"/>
      <w:numFmt w:val="bullet"/>
      <w:lvlText w:val=""/>
      <w:lvlJc w:val="left"/>
      <w:pPr>
        <w:ind w:left="1080" w:hanging="360"/>
      </w:pPr>
      <w:rPr>
        <w:rFonts w:ascii="Wingdings" w:eastAsiaTheme="minorHAns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391F13D3"/>
    <w:multiLevelType w:val="multilevel"/>
    <w:tmpl w:val="7E04F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B83FE9"/>
    <w:multiLevelType w:val="multilevel"/>
    <w:tmpl w:val="21C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1236C9"/>
    <w:multiLevelType w:val="multilevel"/>
    <w:tmpl w:val="F75C0B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C30365"/>
    <w:multiLevelType w:val="multilevel"/>
    <w:tmpl w:val="BB7AC7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3" w15:restartNumberingAfterBreak="0">
    <w:nsid w:val="5BBA3954"/>
    <w:multiLevelType w:val="multilevel"/>
    <w:tmpl w:val="3186532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4"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752E3C7C"/>
    <w:multiLevelType w:val="multilevel"/>
    <w:tmpl w:val="31362B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75E77663"/>
    <w:multiLevelType w:val="hybridMultilevel"/>
    <w:tmpl w:val="D7CAD88E"/>
    <w:lvl w:ilvl="0" w:tplc="88ACCB40">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4"/>
  </w:num>
  <w:num w:numId="4">
    <w:abstractNumId w:val="5"/>
  </w:num>
  <w:num w:numId="5">
    <w:abstractNumId w:val="11"/>
  </w:num>
  <w:num w:numId="6">
    <w:abstractNumId w:val="12"/>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4"/>
  </w:num>
  <w:num w:numId="12">
    <w:abstractNumId w:val="17"/>
  </w:num>
  <w:num w:numId="13">
    <w:abstractNumId w:val="18"/>
  </w:num>
  <w:num w:numId="14">
    <w:abstractNumId w:val="1"/>
  </w:num>
  <w:num w:numId="15">
    <w:abstractNumId w:val="26"/>
  </w:num>
  <w:num w:numId="16">
    <w:abstractNumId w:val="13"/>
  </w:num>
  <w:num w:numId="17">
    <w:abstractNumId w:val="23"/>
  </w:num>
  <w:num w:numId="18">
    <w:abstractNumId w:val="3"/>
  </w:num>
  <w:num w:numId="19">
    <w:abstractNumId w:val="19"/>
  </w:num>
  <w:num w:numId="20">
    <w:abstractNumId w:val="21"/>
  </w:num>
  <w:num w:numId="21">
    <w:abstractNumId w:val="25"/>
  </w:num>
  <w:num w:numId="22">
    <w:abstractNumId w:val="6"/>
  </w:num>
  <w:num w:numId="23">
    <w:abstractNumId w:val="9"/>
  </w:num>
  <w:num w:numId="24">
    <w:abstractNumId w:val="7"/>
  </w:num>
  <w:num w:numId="25">
    <w:abstractNumId w:val="8"/>
  </w:num>
  <w:num w:numId="26">
    <w:abstractNumId w:val="2"/>
  </w:num>
  <w:num w:numId="27">
    <w:abstractNumId w:val="15"/>
  </w:num>
  <w:num w:numId="28">
    <w:abstractNumId w:val="16"/>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01F2"/>
    <w:rsid w:val="00000DC7"/>
    <w:rsid w:val="00007487"/>
    <w:rsid w:val="00010AB8"/>
    <w:rsid w:val="000138F6"/>
    <w:rsid w:val="00014C3F"/>
    <w:rsid w:val="00014EEA"/>
    <w:rsid w:val="00017F3C"/>
    <w:rsid w:val="00020B95"/>
    <w:rsid w:val="00023DD1"/>
    <w:rsid w:val="00024503"/>
    <w:rsid w:val="000259E1"/>
    <w:rsid w:val="00026458"/>
    <w:rsid w:val="000276A8"/>
    <w:rsid w:val="00040441"/>
    <w:rsid w:val="0004397C"/>
    <w:rsid w:val="00046B4A"/>
    <w:rsid w:val="00051497"/>
    <w:rsid w:val="00052E4F"/>
    <w:rsid w:val="00054DEB"/>
    <w:rsid w:val="00056277"/>
    <w:rsid w:val="00061ABC"/>
    <w:rsid w:val="00064786"/>
    <w:rsid w:val="00070778"/>
    <w:rsid w:val="00071E2C"/>
    <w:rsid w:val="000721CC"/>
    <w:rsid w:val="0007320E"/>
    <w:rsid w:val="000749C8"/>
    <w:rsid w:val="00076D04"/>
    <w:rsid w:val="0008634B"/>
    <w:rsid w:val="00090A07"/>
    <w:rsid w:val="000974AF"/>
    <w:rsid w:val="000A1F79"/>
    <w:rsid w:val="000A2FB3"/>
    <w:rsid w:val="000A5019"/>
    <w:rsid w:val="000A5A45"/>
    <w:rsid w:val="000A5D4B"/>
    <w:rsid w:val="000A6156"/>
    <w:rsid w:val="000A7A41"/>
    <w:rsid w:val="000B0FDC"/>
    <w:rsid w:val="000B608F"/>
    <w:rsid w:val="000B6774"/>
    <w:rsid w:val="000B736C"/>
    <w:rsid w:val="000B7B9D"/>
    <w:rsid w:val="000C4553"/>
    <w:rsid w:val="000C5F56"/>
    <w:rsid w:val="000C6728"/>
    <w:rsid w:val="000C745B"/>
    <w:rsid w:val="000D0BF5"/>
    <w:rsid w:val="000D0D4D"/>
    <w:rsid w:val="000D1962"/>
    <w:rsid w:val="000D59D2"/>
    <w:rsid w:val="000D669F"/>
    <w:rsid w:val="000E180A"/>
    <w:rsid w:val="000E2583"/>
    <w:rsid w:val="000E449F"/>
    <w:rsid w:val="000E64D1"/>
    <w:rsid w:val="000E665C"/>
    <w:rsid w:val="000E764C"/>
    <w:rsid w:val="000E7B68"/>
    <w:rsid w:val="000F008B"/>
    <w:rsid w:val="000F1806"/>
    <w:rsid w:val="000F1AB8"/>
    <w:rsid w:val="001005C4"/>
    <w:rsid w:val="00102DD1"/>
    <w:rsid w:val="00104886"/>
    <w:rsid w:val="00104A94"/>
    <w:rsid w:val="00106143"/>
    <w:rsid w:val="00106FC6"/>
    <w:rsid w:val="00111846"/>
    <w:rsid w:val="0011187E"/>
    <w:rsid w:val="00115895"/>
    <w:rsid w:val="00116A02"/>
    <w:rsid w:val="00116DEA"/>
    <w:rsid w:val="00120945"/>
    <w:rsid w:val="00125CC9"/>
    <w:rsid w:val="0012679F"/>
    <w:rsid w:val="00127BE8"/>
    <w:rsid w:val="001320CD"/>
    <w:rsid w:val="00134939"/>
    <w:rsid w:val="00134E83"/>
    <w:rsid w:val="00140956"/>
    <w:rsid w:val="00145949"/>
    <w:rsid w:val="00146B43"/>
    <w:rsid w:val="00150689"/>
    <w:rsid w:val="00153E95"/>
    <w:rsid w:val="001603F9"/>
    <w:rsid w:val="00161675"/>
    <w:rsid w:val="00161EE7"/>
    <w:rsid w:val="00162943"/>
    <w:rsid w:val="00166725"/>
    <w:rsid w:val="00166F0B"/>
    <w:rsid w:val="001704C6"/>
    <w:rsid w:val="0017058B"/>
    <w:rsid w:val="00170867"/>
    <w:rsid w:val="00171F7C"/>
    <w:rsid w:val="00176B5A"/>
    <w:rsid w:val="0018353C"/>
    <w:rsid w:val="0018689F"/>
    <w:rsid w:val="00186C54"/>
    <w:rsid w:val="001878C3"/>
    <w:rsid w:val="00194802"/>
    <w:rsid w:val="00195CA3"/>
    <w:rsid w:val="00196BAD"/>
    <w:rsid w:val="00197317"/>
    <w:rsid w:val="001A0FC4"/>
    <w:rsid w:val="001A40F8"/>
    <w:rsid w:val="001B19BC"/>
    <w:rsid w:val="001B5917"/>
    <w:rsid w:val="001B5DE7"/>
    <w:rsid w:val="001C0C96"/>
    <w:rsid w:val="001C27B7"/>
    <w:rsid w:val="001C5921"/>
    <w:rsid w:val="001D1DCD"/>
    <w:rsid w:val="001D2C1D"/>
    <w:rsid w:val="001D2DE0"/>
    <w:rsid w:val="001D47A3"/>
    <w:rsid w:val="001D4A42"/>
    <w:rsid w:val="001E1FA8"/>
    <w:rsid w:val="001E2DA1"/>
    <w:rsid w:val="001E2EC3"/>
    <w:rsid w:val="001E3D4E"/>
    <w:rsid w:val="001E3EC6"/>
    <w:rsid w:val="001E4D9F"/>
    <w:rsid w:val="001E5215"/>
    <w:rsid w:val="001F29BA"/>
    <w:rsid w:val="001F326A"/>
    <w:rsid w:val="001F335F"/>
    <w:rsid w:val="001F40E8"/>
    <w:rsid w:val="001F5E30"/>
    <w:rsid w:val="001F630D"/>
    <w:rsid w:val="00200313"/>
    <w:rsid w:val="0020125B"/>
    <w:rsid w:val="002024DC"/>
    <w:rsid w:val="00202F26"/>
    <w:rsid w:val="00204B20"/>
    <w:rsid w:val="00205A7A"/>
    <w:rsid w:val="00205ABB"/>
    <w:rsid w:val="0020649E"/>
    <w:rsid w:val="00207809"/>
    <w:rsid w:val="00216DA9"/>
    <w:rsid w:val="00220D64"/>
    <w:rsid w:val="002243FE"/>
    <w:rsid w:val="00224DBE"/>
    <w:rsid w:val="00226CAF"/>
    <w:rsid w:val="002338B3"/>
    <w:rsid w:val="0024095D"/>
    <w:rsid w:val="00241025"/>
    <w:rsid w:val="00245C55"/>
    <w:rsid w:val="00247086"/>
    <w:rsid w:val="00247F15"/>
    <w:rsid w:val="00250F0D"/>
    <w:rsid w:val="002522B5"/>
    <w:rsid w:val="002552E1"/>
    <w:rsid w:val="0025543E"/>
    <w:rsid w:val="0025580D"/>
    <w:rsid w:val="00263489"/>
    <w:rsid w:val="00265267"/>
    <w:rsid w:val="00265E22"/>
    <w:rsid w:val="00266ADF"/>
    <w:rsid w:val="0027042A"/>
    <w:rsid w:val="0027044E"/>
    <w:rsid w:val="0027123B"/>
    <w:rsid w:val="00274529"/>
    <w:rsid w:val="0028192D"/>
    <w:rsid w:val="00281E0F"/>
    <w:rsid w:val="0028258D"/>
    <w:rsid w:val="00286655"/>
    <w:rsid w:val="0028724E"/>
    <w:rsid w:val="002905A5"/>
    <w:rsid w:val="00292E2A"/>
    <w:rsid w:val="0029326F"/>
    <w:rsid w:val="00293D7C"/>
    <w:rsid w:val="002979FC"/>
    <w:rsid w:val="002A3B91"/>
    <w:rsid w:val="002B2455"/>
    <w:rsid w:val="002B4C73"/>
    <w:rsid w:val="002B5570"/>
    <w:rsid w:val="002C01FD"/>
    <w:rsid w:val="002C1AEE"/>
    <w:rsid w:val="002C1D1A"/>
    <w:rsid w:val="002C4118"/>
    <w:rsid w:val="002C51AB"/>
    <w:rsid w:val="002C5294"/>
    <w:rsid w:val="002D070E"/>
    <w:rsid w:val="002D7956"/>
    <w:rsid w:val="002E01CA"/>
    <w:rsid w:val="002E1C53"/>
    <w:rsid w:val="002F153E"/>
    <w:rsid w:val="002F1868"/>
    <w:rsid w:val="002F71E0"/>
    <w:rsid w:val="002F7AB2"/>
    <w:rsid w:val="002F7D54"/>
    <w:rsid w:val="00300D7C"/>
    <w:rsid w:val="00303EA0"/>
    <w:rsid w:val="0030644E"/>
    <w:rsid w:val="003079E9"/>
    <w:rsid w:val="00310444"/>
    <w:rsid w:val="00310D23"/>
    <w:rsid w:val="0031173D"/>
    <w:rsid w:val="00321849"/>
    <w:rsid w:val="00321908"/>
    <w:rsid w:val="003229D5"/>
    <w:rsid w:val="00322F30"/>
    <w:rsid w:val="00323161"/>
    <w:rsid w:val="00323D8D"/>
    <w:rsid w:val="003245CC"/>
    <w:rsid w:val="00324B5A"/>
    <w:rsid w:val="0032582B"/>
    <w:rsid w:val="00325AB7"/>
    <w:rsid w:val="00327764"/>
    <w:rsid w:val="00327F03"/>
    <w:rsid w:val="003308CF"/>
    <w:rsid w:val="003340DF"/>
    <w:rsid w:val="003360C5"/>
    <w:rsid w:val="00336158"/>
    <w:rsid w:val="0034366E"/>
    <w:rsid w:val="003455E8"/>
    <w:rsid w:val="00346DA8"/>
    <w:rsid w:val="00347595"/>
    <w:rsid w:val="00351DFD"/>
    <w:rsid w:val="0035380A"/>
    <w:rsid w:val="00353D92"/>
    <w:rsid w:val="0035786B"/>
    <w:rsid w:val="00357955"/>
    <w:rsid w:val="00360650"/>
    <w:rsid w:val="00361088"/>
    <w:rsid w:val="00361213"/>
    <w:rsid w:val="00362532"/>
    <w:rsid w:val="00362F8C"/>
    <w:rsid w:val="00363A5A"/>
    <w:rsid w:val="00365BA5"/>
    <w:rsid w:val="00365CB8"/>
    <w:rsid w:val="0036616A"/>
    <w:rsid w:val="00372EA4"/>
    <w:rsid w:val="00374B1B"/>
    <w:rsid w:val="00376712"/>
    <w:rsid w:val="00377C77"/>
    <w:rsid w:val="00381830"/>
    <w:rsid w:val="003828D1"/>
    <w:rsid w:val="0038574F"/>
    <w:rsid w:val="00385D41"/>
    <w:rsid w:val="00386C68"/>
    <w:rsid w:val="00387F23"/>
    <w:rsid w:val="00390575"/>
    <w:rsid w:val="0039144D"/>
    <w:rsid w:val="00392058"/>
    <w:rsid w:val="00393C77"/>
    <w:rsid w:val="00393D05"/>
    <w:rsid w:val="003946F6"/>
    <w:rsid w:val="00396198"/>
    <w:rsid w:val="003A00AE"/>
    <w:rsid w:val="003A65A7"/>
    <w:rsid w:val="003A65BB"/>
    <w:rsid w:val="003B1443"/>
    <w:rsid w:val="003B25FA"/>
    <w:rsid w:val="003B3B23"/>
    <w:rsid w:val="003B7F4C"/>
    <w:rsid w:val="003C436F"/>
    <w:rsid w:val="003C58DC"/>
    <w:rsid w:val="003C5E85"/>
    <w:rsid w:val="003C7EBF"/>
    <w:rsid w:val="003D11CB"/>
    <w:rsid w:val="003D2BEF"/>
    <w:rsid w:val="003D3A40"/>
    <w:rsid w:val="003D3A80"/>
    <w:rsid w:val="003D3AE1"/>
    <w:rsid w:val="003D468B"/>
    <w:rsid w:val="003D49C1"/>
    <w:rsid w:val="003D6A6A"/>
    <w:rsid w:val="003E0AEE"/>
    <w:rsid w:val="003E11DA"/>
    <w:rsid w:val="003F2C88"/>
    <w:rsid w:val="003F3729"/>
    <w:rsid w:val="003F5F61"/>
    <w:rsid w:val="003F6DD2"/>
    <w:rsid w:val="004042CC"/>
    <w:rsid w:val="0040435D"/>
    <w:rsid w:val="0040448A"/>
    <w:rsid w:val="00404A97"/>
    <w:rsid w:val="00410F88"/>
    <w:rsid w:val="004142E9"/>
    <w:rsid w:val="00416D8D"/>
    <w:rsid w:val="004212DE"/>
    <w:rsid w:val="0042191D"/>
    <w:rsid w:val="00421EAD"/>
    <w:rsid w:val="004271CA"/>
    <w:rsid w:val="00427434"/>
    <w:rsid w:val="00430E41"/>
    <w:rsid w:val="004347AE"/>
    <w:rsid w:val="00442DD4"/>
    <w:rsid w:val="00442F76"/>
    <w:rsid w:val="00452AC4"/>
    <w:rsid w:val="004530F9"/>
    <w:rsid w:val="00455A48"/>
    <w:rsid w:val="00460092"/>
    <w:rsid w:val="00460BB4"/>
    <w:rsid w:val="0046127A"/>
    <w:rsid w:val="00462BB2"/>
    <w:rsid w:val="00464DF5"/>
    <w:rsid w:val="00466B6E"/>
    <w:rsid w:val="004710CC"/>
    <w:rsid w:val="00473A50"/>
    <w:rsid w:val="00475641"/>
    <w:rsid w:val="0047607D"/>
    <w:rsid w:val="00477650"/>
    <w:rsid w:val="00477EC8"/>
    <w:rsid w:val="00485D00"/>
    <w:rsid w:val="00487ACB"/>
    <w:rsid w:val="00490547"/>
    <w:rsid w:val="004922D4"/>
    <w:rsid w:val="00492766"/>
    <w:rsid w:val="0049743F"/>
    <w:rsid w:val="004A24E8"/>
    <w:rsid w:val="004A5017"/>
    <w:rsid w:val="004B0CD6"/>
    <w:rsid w:val="004B113A"/>
    <w:rsid w:val="004B3015"/>
    <w:rsid w:val="004B3107"/>
    <w:rsid w:val="004B3D66"/>
    <w:rsid w:val="004B5D43"/>
    <w:rsid w:val="004B68E1"/>
    <w:rsid w:val="004C0040"/>
    <w:rsid w:val="004C6585"/>
    <w:rsid w:val="004D0501"/>
    <w:rsid w:val="004D41B3"/>
    <w:rsid w:val="004D4346"/>
    <w:rsid w:val="004D75EA"/>
    <w:rsid w:val="004E0128"/>
    <w:rsid w:val="004E1988"/>
    <w:rsid w:val="004E2A9E"/>
    <w:rsid w:val="004E4040"/>
    <w:rsid w:val="004E5316"/>
    <w:rsid w:val="004E645D"/>
    <w:rsid w:val="004E6C3C"/>
    <w:rsid w:val="004E6F94"/>
    <w:rsid w:val="004F2E9C"/>
    <w:rsid w:val="004F45EC"/>
    <w:rsid w:val="004F58FC"/>
    <w:rsid w:val="004F618B"/>
    <w:rsid w:val="00503F4A"/>
    <w:rsid w:val="00504921"/>
    <w:rsid w:val="00507514"/>
    <w:rsid w:val="00507F14"/>
    <w:rsid w:val="00512E66"/>
    <w:rsid w:val="00514D65"/>
    <w:rsid w:val="00517BB2"/>
    <w:rsid w:val="00517C97"/>
    <w:rsid w:val="00520344"/>
    <w:rsid w:val="0052208E"/>
    <w:rsid w:val="00525582"/>
    <w:rsid w:val="00527605"/>
    <w:rsid w:val="0052789B"/>
    <w:rsid w:val="00534163"/>
    <w:rsid w:val="00534A34"/>
    <w:rsid w:val="00536B87"/>
    <w:rsid w:val="00542A68"/>
    <w:rsid w:val="00542F74"/>
    <w:rsid w:val="00543644"/>
    <w:rsid w:val="00545113"/>
    <w:rsid w:val="0054766C"/>
    <w:rsid w:val="00552D0D"/>
    <w:rsid w:val="00554737"/>
    <w:rsid w:val="00557C0A"/>
    <w:rsid w:val="00562CFC"/>
    <w:rsid w:val="00563513"/>
    <w:rsid w:val="00563AF8"/>
    <w:rsid w:val="0056423A"/>
    <w:rsid w:val="00564A27"/>
    <w:rsid w:val="00567B8A"/>
    <w:rsid w:val="00567DC9"/>
    <w:rsid w:val="0057045E"/>
    <w:rsid w:val="00571149"/>
    <w:rsid w:val="00571D51"/>
    <w:rsid w:val="00571E63"/>
    <w:rsid w:val="005727D8"/>
    <w:rsid w:val="00572CDD"/>
    <w:rsid w:val="005762B5"/>
    <w:rsid w:val="00577437"/>
    <w:rsid w:val="00577E97"/>
    <w:rsid w:val="00583F1B"/>
    <w:rsid w:val="005847A2"/>
    <w:rsid w:val="00585786"/>
    <w:rsid w:val="00587A1F"/>
    <w:rsid w:val="005A22AA"/>
    <w:rsid w:val="005A4011"/>
    <w:rsid w:val="005A4702"/>
    <w:rsid w:val="005A5084"/>
    <w:rsid w:val="005A6D5B"/>
    <w:rsid w:val="005A6E77"/>
    <w:rsid w:val="005A7439"/>
    <w:rsid w:val="005A7E4F"/>
    <w:rsid w:val="005B282C"/>
    <w:rsid w:val="005B57EA"/>
    <w:rsid w:val="005B5EE1"/>
    <w:rsid w:val="005B6DCA"/>
    <w:rsid w:val="005B73D7"/>
    <w:rsid w:val="005B7E15"/>
    <w:rsid w:val="005C0BFB"/>
    <w:rsid w:val="005C12CD"/>
    <w:rsid w:val="005C5669"/>
    <w:rsid w:val="005C7C42"/>
    <w:rsid w:val="005D13CF"/>
    <w:rsid w:val="005D4F18"/>
    <w:rsid w:val="005E19F4"/>
    <w:rsid w:val="005E3AB7"/>
    <w:rsid w:val="005E5DAE"/>
    <w:rsid w:val="005F403B"/>
    <w:rsid w:val="00602D90"/>
    <w:rsid w:val="0060490E"/>
    <w:rsid w:val="00604F8B"/>
    <w:rsid w:val="00606F01"/>
    <w:rsid w:val="00613253"/>
    <w:rsid w:val="00620F45"/>
    <w:rsid w:val="006221AB"/>
    <w:rsid w:val="00623301"/>
    <w:rsid w:val="00626A20"/>
    <w:rsid w:val="0062719B"/>
    <w:rsid w:val="00630763"/>
    <w:rsid w:val="00636E2A"/>
    <w:rsid w:val="00636FE2"/>
    <w:rsid w:val="00637093"/>
    <w:rsid w:val="00637DB0"/>
    <w:rsid w:val="00637E19"/>
    <w:rsid w:val="00640B69"/>
    <w:rsid w:val="00641199"/>
    <w:rsid w:val="0064185B"/>
    <w:rsid w:val="00641B15"/>
    <w:rsid w:val="00641D64"/>
    <w:rsid w:val="00642B21"/>
    <w:rsid w:val="00646036"/>
    <w:rsid w:val="006521BC"/>
    <w:rsid w:val="00655714"/>
    <w:rsid w:val="00657097"/>
    <w:rsid w:val="00657B02"/>
    <w:rsid w:val="006614F8"/>
    <w:rsid w:val="00662BDA"/>
    <w:rsid w:val="00667DA5"/>
    <w:rsid w:val="00670448"/>
    <w:rsid w:val="006717B0"/>
    <w:rsid w:val="00676D39"/>
    <w:rsid w:val="0068003B"/>
    <w:rsid w:val="00680EA5"/>
    <w:rsid w:val="006820AA"/>
    <w:rsid w:val="0068394E"/>
    <w:rsid w:val="00686C17"/>
    <w:rsid w:val="006874EA"/>
    <w:rsid w:val="006900A5"/>
    <w:rsid w:val="0069500C"/>
    <w:rsid w:val="00695C1C"/>
    <w:rsid w:val="006A2EFB"/>
    <w:rsid w:val="006B3CF9"/>
    <w:rsid w:val="006B701A"/>
    <w:rsid w:val="006B7508"/>
    <w:rsid w:val="006C0437"/>
    <w:rsid w:val="006C1526"/>
    <w:rsid w:val="006C449B"/>
    <w:rsid w:val="006C62FE"/>
    <w:rsid w:val="006C7BB3"/>
    <w:rsid w:val="006D3A5F"/>
    <w:rsid w:val="006D3AE1"/>
    <w:rsid w:val="006D445F"/>
    <w:rsid w:val="006D7497"/>
    <w:rsid w:val="006D7975"/>
    <w:rsid w:val="006E0255"/>
    <w:rsid w:val="006E16AF"/>
    <w:rsid w:val="006E299C"/>
    <w:rsid w:val="006E4DC7"/>
    <w:rsid w:val="006E639B"/>
    <w:rsid w:val="006E7EFB"/>
    <w:rsid w:val="006F3201"/>
    <w:rsid w:val="006F3AD4"/>
    <w:rsid w:val="006F53BE"/>
    <w:rsid w:val="006F7328"/>
    <w:rsid w:val="0070027E"/>
    <w:rsid w:val="007016DD"/>
    <w:rsid w:val="00702882"/>
    <w:rsid w:val="007036FC"/>
    <w:rsid w:val="00704157"/>
    <w:rsid w:val="007056F6"/>
    <w:rsid w:val="00707243"/>
    <w:rsid w:val="00707802"/>
    <w:rsid w:val="00712C40"/>
    <w:rsid w:val="007175BD"/>
    <w:rsid w:val="00720B7B"/>
    <w:rsid w:val="00723049"/>
    <w:rsid w:val="00725EA8"/>
    <w:rsid w:val="0072662E"/>
    <w:rsid w:val="007268A4"/>
    <w:rsid w:val="00726AFE"/>
    <w:rsid w:val="00727B68"/>
    <w:rsid w:val="00734D7A"/>
    <w:rsid w:val="00736203"/>
    <w:rsid w:val="007433C3"/>
    <w:rsid w:val="007465BF"/>
    <w:rsid w:val="007477D6"/>
    <w:rsid w:val="00751965"/>
    <w:rsid w:val="0075302B"/>
    <w:rsid w:val="00754B3F"/>
    <w:rsid w:val="007556EF"/>
    <w:rsid w:val="00761FC7"/>
    <w:rsid w:val="007627E1"/>
    <w:rsid w:val="00766CD0"/>
    <w:rsid w:val="00781C59"/>
    <w:rsid w:val="007916BF"/>
    <w:rsid w:val="00793C7B"/>
    <w:rsid w:val="007A5A7F"/>
    <w:rsid w:val="007A5DC3"/>
    <w:rsid w:val="007B28BF"/>
    <w:rsid w:val="007B4FEE"/>
    <w:rsid w:val="007C2344"/>
    <w:rsid w:val="007C7D81"/>
    <w:rsid w:val="007D2457"/>
    <w:rsid w:val="007D2F43"/>
    <w:rsid w:val="007D5A07"/>
    <w:rsid w:val="007D6B64"/>
    <w:rsid w:val="007E27D6"/>
    <w:rsid w:val="007E6EEA"/>
    <w:rsid w:val="007E75D5"/>
    <w:rsid w:val="007E7C32"/>
    <w:rsid w:val="007E7E13"/>
    <w:rsid w:val="007E7F62"/>
    <w:rsid w:val="007F56A6"/>
    <w:rsid w:val="007F65DA"/>
    <w:rsid w:val="007F6F86"/>
    <w:rsid w:val="007F7E2C"/>
    <w:rsid w:val="00800E68"/>
    <w:rsid w:val="0080396A"/>
    <w:rsid w:val="00805FC6"/>
    <w:rsid w:val="00806D06"/>
    <w:rsid w:val="00806DED"/>
    <w:rsid w:val="00806FF4"/>
    <w:rsid w:val="00810D6B"/>
    <w:rsid w:val="008112A3"/>
    <w:rsid w:val="00814F7F"/>
    <w:rsid w:val="008153AA"/>
    <w:rsid w:val="00816731"/>
    <w:rsid w:val="00821532"/>
    <w:rsid w:val="00823DFD"/>
    <w:rsid w:val="008241A5"/>
    <w:rsid w:val="0082489F"/>
    <w:rsid w:val="008331D8"/>
    <w:rsid w:val="008334E2"/>
    <w:rsid w:val="0083381C"/>
    <w:rsid w:val="008338AC"/>
    <w:rsid w:val="00834997"/>
    <w:rsid w:val="008349CC"/>
    <w:rsid w:val="00835663"/>
    <w:rsid w:val="00842286"/>
    <w:rsid w:val="0084244E"/>
    <w:rsid w:val="0084300D"/>
    <w:rsid w:val="00844453"/>
    <w:rsid w:val="00850F19"/>
    <w:rsid w:val="00851BCF"/>
    <w:rsid w:val="0085494B"/>
    <w:rsid w:val="008577A8"/>
    <w:rsid w:val="00864F98"/>
    <w:rsid w:val="00866350"/>
    <w:rsid w:val="00866668"/>
    <w:rsid w:val="00871843"/>
    <w:rsid w:val="0087220B"/>
    <w:rsid w:val="00873803"/>
    <w:rsid w:val="008752FB"/>
    <w:rsid w:val="00877A24"/>
    <w:rsid w:val="008805A3"/>
    <w:rsid w:val="00882462"/>
    <w:rsid w:val="00882F77"/>
    <w:rsid w:val="00884BE7"/>
    <w:rsid w:val="00885E11"/>
    <w:rsid w:val="00885E32"/>
    <w:rsid w:val="00890CAC"/>
    <w:rsid w:val="00891510"/>
    <w:rsid w:val="008922E6"/>
    <w:rsid w:val="008929E0"/>
    <w:rsid w:val="00893B65"/>
    <w:rsid w:val="00894390"/>
    <w:rsid w:val="008A175B"/>
    <w:rsid w:val="008A30B7"/>
    <w:rsid w:val="008B1D23"/>
    <w:rsid w:val="008B30B9"/>
    <w:rsid w:val="008B371A"/>
    <w:rsid w:val="008B780D"/>
    <w:rsid w:val="008C0843"/>
    <w:rsid w:val="008C0F82"/>
    <w:rsid w:val="008C4F3B"/>
    <w:rsid w:val="008C5A84"/>
    <w:rsid w:val="008C6F46"/>
    <w:rsid w:val="008D12BB"/>
    <w:rsid w:val="008D24D8"/>
    <w:rsid w:val="008D491E"/>
    <w:rsid w:val="008D4F18"/>
    <w:rsid w:val="008D5EF8"/>
    <w:rsid w:val="008D716A"/>
    <w:rsid w:val="008E315E"/>
    <w:rsid w:val="008E32EC"/>
    <w:rsid w:val="008E5217"/>
    <w:rsid w:val="008E5B39"/>
    <w:rsid w:val="008E701E"/>
    <w:rsid w:val="008F319B"/>
    <w:rsid w:val="008F335F"/>
    <w:rsid w:val="008F4E08"/>
    <w:rsid w:val="008F56C2"/>
    <w:rsid w:val="008F6510"/>
    <w:rsid w:val="008F6D3E"/>
    <w:rsid w:val="0090693D"/>
    <w:rsid w:val="00910726"/>
    <w:rsid w:val="00915675"/>
    <w:rsid w:val="00915949"/>
    <w:rsid w:val="00915ADB"/>
    <w:rsid w:val="009218CD"/>
    <w:rsid w:val="00925A89"/>
    <w:rsid w:val="009274E3"/>
    <w:rsid w:val="009368B4"/>
    <w:rsid w:val="00936A0E"/>
    <w:rsid w:val="0093794B"/>
    <w:rsid w:val="009441ED"/>
    <w:rsid w:val="009449A5"/>
    <w:rsid w:val="00951769"/>
    <w:rsid w:val="00952052"/>
    <w:rsid w:val="00952133"/>
    <w:rsid w:val="00953CED"/>
    <w:rsid w:val="009571C5"/>
    <w:rsid w:val="009602B7"/>
    <w:rsid w:val="009703D5"/>
    <w:rsid w:val="00973DD2"/>
    <w:rsid w:val="009747D3"/>
    <w:rsid w:val="00976473"/>
    <w:rsid w:val="009802AA"/>
    <w:rsid w:val="00980CBF"/>
    <w:rsid w:val="00981DC9"/>
    <w:rsid w:val="00982354"/>
    <w:rsid w:val="00983570"/>
    <w:rsid w:val="00990284"/>
    <w:rsid w:val="00990FCD"/>
    <w:rsid w:val="00996FFE"/>
    <w:rsid w:val="009A3C41"/>
    <w:rsid w:val="009A4E98"/>
    <w:rsid w:val="009A6917"/>
    <w:rsid w:val="009A7414"/>
    <w:rsid w:val="009B3912"/>
    <w:rsid w:val="009B6280"/>
    <w:rsid w:val="009B6682"/>
    <w:rsid w:val="009C42E7"/>
    <w:rsid w:val="009C5A08"/>
    <w:rsid w:val="009C7690"/>
    <w:rsid w:val="009D134E"/>
    <w:rsid w:val="009D23B8"/>
    <w:rsid w:val="009D2525"/>
    <w:rsid w:val="009D42CD"/>
    <w:rsid w:val="009D6A47"/>
    <w:rsid w:val="009E20D1"/>
    <w:rsid w:val="009E2387"/>
    <w:rsid w:val="009E275F"/>
    <w:rsid w:val="009E2947"/>
    <w:rsid w:val="009E38CC"/>
    <w:rsid w:val="009E5D0B"/>
    <w:rsid w:val="009E5FCF"/>
    <w:rsid w:val="009F1EDF"/>
    <w:rsid w:val="009F575D"/>
    <w:rsid w:val="009F64A6"/>
    <w:rsid w:val="009F7288"/>
    <w:rsid w:val="009F7EFD"/>
    <w:rsid w:val="00A0150D"/>
    <w:rsid w:val="00A0173E"/>
    <w:rsid w:val="00A05B62"/>
    <w:rsid w:val="00A06CCF"/>
    <w:rsid w:val="00A10C14"/>
    <w:rsid w:val="00A10EAC"/>
    <w:rsid w:val="00A148F9"/>
    <w:rsid w:val="00A22383"/>
    <w:rsid w:val="00A24BE6"/>
    <w:rsid w:val="00A270EB"/>
    <w:rsid w:val="00A27798"/>
    <w:rsid w:val="00A30040"/>
    <w:rsid w:val="00A31948"/>
    <w:rsid w:val="00A34043"/>
    <w:rsid w:val="00A35A12"/>
    <w:rsid w:val="00A372FF"/>
    <w:rsid w:val="00A40469"/>
    <w:rsid w:val="00A41B71"/>
    <w:rsid w:val="00A4781E"/>
    <w:rsid w:val="00A51A19"/>
    <w:rsid w:val="00A56994"/>
    <w:rsid w:val="00A60813"/>
    <w:rsid w:val="00A64484"/>
    <w:rsid w:val="00A715DB"/>
    <w:rsid w:val="00A75901"/>
    <w:rsid w:val="00A760F3"/>
    <w:rsid w:val="00A777FB"/>
    <w:rsid w:val="00A81100"/>
    <w:rsid w:val="00A83B6A"/>
    <w:rsid w:val="00A83CEE"/>
    <w:rsid w:val="00A84964"/>
    <w:rsid w:val="00A84BD2"/>
    <w:rsid w:val="00A85B36"/>
    <w:rsid w:val="00A86D0A"/>
    <w:rsid w:val="00A876B0"/>
    <w:rsid w:val="00A91001"/>
    <w:rsid w:val="00A97B9E"/>
    <w:rsid w:val="00AA01FD"/>
    <w:rsid w:val="00AA085A"/>
    <w:rsid w:val="00AA088B"/>
    <w:rsid w:val="00AA101E"/>
    <w:rsid w:val="00AA2E6D"/>
    <w:rsid w:val="00AA3519"/>
    <w:rsid w:val="00AA4318"/>
    <w:rsid w:val="00AA65B0"/>
    <w:rsid w:val="00AB010A"/>
    <w:rsid w:val="00AB0A7B"/>
    <w:rsid w:val="00AB0A8D"/>
    <w:rsid w:val="00AB3FCC"/>
    <w:rsid w:val="00AB47B5"/>
    <w:rsid w:val="00AB4C10"/>
    <w:rsid w:val="00AB5506"/>
    <w:rsid w:val="00AC09F4"/>
    <w:rsid w:val="00AC3CCD"/>
    <w:rsid w:val="00AC67CD"/>
    <w:rsid w:val="00AD6DBF"/>
    <w:rsid w:val="00AD7357"/>
    <w:rsid w:val="00AE26C3"/>
    <w:rsid w:val="00AE3D4E"/>
    <w:rsid w:val="00AF072A"/>
    <w:rsid w:val="00AF0783"/>
    <w:rsid w:val="00AF155D"/>
    <w:rsid w:val="00AF2CCC"/>
    <w:rsid w:val="00AF5593"/>
    <w:rsid w:val="00AF6524"/>
    <w:rsid w:val="00B001EF"/>
    <w:rsid w:val="00B00BE1"/>
    <w:rsid w:val="00B058DB"/>
    <w:rsid w:val="00B067D4"/>
    <w:rsid w:val="00B06BE1"/>
    <w:rsid w:val="00B078C6"/>
    <w:rsid w:val="00B1127D"/>
    <w:rsid w:val="00B12D6E"/>
    <w:rsid w:val="00B1429E"/>
    <w:rsid w:val="00B1585C"/>
    <w:rsid w:val="00B2002B"/>
    <w:rsid w:val="00B22639"/>
    <w:rsid w:val="00B23799"/>
    <w:rsid w:val="00B26EE6"/>
    <w:rsid w:val="00B30557"/>
    <w:rsid w:val="00B33EC2"/>
    <w:rsid w:val="00B34EDD"/>
    <w:rsid w:val="00B37FA0"/>
    <w:rsid w:val="00B40545"/>
    <w:rsid w:val="00B40737"/>
    <w:rsid w:val="00B40879"/>
    <w:rsid w:val="00B448A8"/>
    <w:rsid w:val="00B47AF6"/>
    <w:rsid w:val="00B47EE7"/>
    <w:rsid w:val="00B529F6"/>
    <w:rsid w:val="00B54470"/>
    <w:rsid w:val="00B56A1E"/>
    <w:rsid w:val="00B63ECF"/>
    <w:rsid w:val="00B64CFE"/>
    <w:rsid w:val="00B716FC"/>
    <w:rsid w:val="00B717C3"/>
    <w:rsid w:val="00B71B08"/>
    <w:rsid w:val="00B73C02"/>
    <w:rsid w:val="00B76A52"/>
    <w:rsid w:val="00B77DB6"/>
    <w:rsid w:val="00B802A2"/>
    <w:rsid w:val="00B80C19"/>
    <w:rsid w:val="00B82A84"/>
    <w:rsid w:val="00B838B0"/>
    <w:rsid w:val="00B861D3"/>
    <w:rsid w:val="00B921B3"/>
    <w:rsid w:val="00B92E4B"/>
    <w:rsid w:val="00BA040E"/>
    <w:rsid w:val="00BA7478"/>
    <w:rsid w:val="00BB116F"/>
    <w:rsid w:val="00BC0A34"/>
    <w:rsid w:val="00BC18DE"/>
    <w:rsid w:val="00BC4C74"/>
    <w:rsid w:val="00BC7498"/>
    <w:rsid w:val="00BD194C"/>
    <w:rsid w:val="00BD2B02"/>
    <w:rsid w:val="00BD3D8A"/>
    <w:rsid w:val="00BD5EF6"/>
    <w:rsid w:val="00BE2635"/>
    <w:rsid w:val="00BF238B"/>
    <w:rsid w:val="00BF42EC"/>
    <w:rsid w:val="00C00D3A"/>
    <w:rsid w:val="00C01A80"/>
    <w:rsid w:val="00C036D0"/>
    <w:rsid w:val="00C105C2"/>
    <w:rsid w:val="00C11179"/>
    <w:rsid w:val="00C13F19"/>
    <w:rsid w:val="00C262DD"/>
    <w:rsid w:val="00C30000"/>
    <w:rsid w:val="00C341D6"/>
    <w:rsid w:val="00C3606B"/>
    <w:rsid w:val="00C37519"/>
    <w:rsid w:val="00C40110"/>
    <w:rsid w:val="00C40904"/>
    <w:rsid w:val="00C50FC5"/>
    <w:rsid w:val="00C51245"/>
    <w:rsid w:val="00C51B31"/>
    <w:rsid w:val="00C51D21"/>
    <w:rsid w:val="00C548F3"/>
    <w:rsid w:val="00C54E1F"/>
    <w:rsid w:val="00C56DDB"/>
    <w:rsid w:val="00C61E79"/>
    <w:rsid w:val="00C63322"/>
    <w:rsid w:val="00C63BC9"/>
    <w:rsid w:val="00C64459"/>
    <w:rsid w:val="00C644A1"/>
    <w:rsid w:val="00C65676"/>
    <w:rsid w:val="00C74748"/>
    <w:rsid w:val="00C76036"/>
    <w:rsid w:val="00C82916"/>
    <w:rsid w:val="00C830C5"/>
    <w:rsid w:val="00C8313E"/>
    <w:rsid w:val="00C90142"/>
    <w:rsid w:val="00C90D1A"/>
    <w:rsid w:val="00C95E37"/>
    <w:rsid w:val="00C97408"/>
    <w:rsid w:val="00CA42F5"/>
    <w:rsid w:val="00CA4D65"/>
    <w:rsid w:val="00CA6394"/>
    <w:rsid w:val="00CA7D15"/>
    <w:rsid w:val="00CB5526"/>
    <w:rsid w:val="00CB62A5"/>
    <w:rsid w:val="00CB7403"/>
    <w:rsid w:val="00CC0BD7"/>
    <w:rsid w:val="00CD0E33"/>
    <w:rsid w:val="00CD3B4E"/>
    <w:rsid w:val="00CD7B0B"/>
    <w:rsid w:val="00CE1D4F"/>
    <w:rsid w:val="00CE273A"/>
    <w:rsid w:val="00CE3641"/>
    <w:rsid w:val="00CF0478"/>
    <w:rsid w:val="00CF183B"/>
    <w:rsid w:val="00CF274B"/>
    <w:rsid w:val="00CF2ACE"/>
    <w:rsid w:val="00CF3D28"/>
    <w:rsid w:val="00CF4107"/>
    <w:rsid w:val="00CF7E8F"/>
    <w:rsid w:val="00D05BF4"/>
    <w:rsid w:val="00D12684"/>
    <w:rsid w:val="00D14A2C"/>
    <w:rsid w:val="00D213B9"/>
    <w:rsid w:val="00D21A43"/>
    <w:rsid w:val="00D24E86"/>
    <w:rsid w:val="00D25C83"/>
    <w:rsid w:val="00D30296"/>
    <w:rsid w:val="00D33242"/>
    <w:rsid w:val="00D34FEC"/>
    <w:rsid w:val="00D357E9"/>
    <w:rsid w:val="00D35E87"/>
    <w:rsid w:val="00D40604"/>
    <w:rsid w:val="00D43B60"/>
    <w:rsid w:val="00D43BB9"/>
    <w:rsid w:val="00D4411E"/>
    <w:rsid w:val="00D447B2"/>
    <w:rsid w:val="00D47D6D"/>
    <w:rsid w:val="00D52AB7"/>
    <w:rsid w:val="00D53D03"/>
    <w:rsid w:val="00D56923"/>
    <w:rsid w:val="00D571ED"/>
    <w:rsid w:val="00D57384"/>
    <w:rsid w:val="00D6051B"/>
    <w:rsid w:val="00D64E4F"/>
    <w:rsid w:val="00D66617"/>
    <w:rsid w:val="00D704B5"/>
    <w:rsid w:val="00D70539"/>
    <w:rsid w:val="00D73039"/>
    <w:rsid w:val="00D73EF2"/>
    <w:rsid w:val="00D76502"/>
    <w:rsid w:val="00D77DB5"/>
    <w:rsid w:val="00D77E5B"/>
    <w:rsid w:val="00D809F0"/>
    <w:rsid w:val="00D8121C"/>
    <w:rsid w:val="00D81DD3"/>
    <w:rsid w:val="00D8279E"/>
    <w:rsid w:val="00D82C21"/>
    <w:rsid w:val="00D83008"/>
    <w:rsid w:val="00D83A79"/>
    <w:rsid w:val="00D84A80"/>
    <w:rsid w:val="00D85CF1"/>
    <w:rsid w:val="00D8732C"/>
    <w:rsid w:val="00D87796"/>
    <w:rsid w:val="00D93FB1"/>
    <w:rsid w:val="00DA1C23"/>
    <w:rsid w:val="00DA3F0E"/>
    <w:rsid w:val="00DA6AF2"/>
    <w:rsid w:val="00DA7173"/>
    <w:rsid w:val="00DB0789"/>
    <w:rsid w:val="00DB371A"/>
    <w:rsid w:val="00DB7703"/>
    <w:rsid w:val="00DC1071"/>
    <w:rsid w:val="00DC4214"/>
    <w:rsid w:val="00DD65CF"/>
    <w:rsid w:val="00DD6681"/>
    <w:rsid w:val="00DE0DE5"/>
    <w:rsid w:val="00DE3A61"/>
    <w:rsid w:val="00DE4534"/>
    <w:rsid w:val="00DE5658"/>
    <w:rsid w:val="00DE5B0B"/>
    <w:rsid w:val="00DE5E2B"/>
    <w:rsid w:val="00DE78DB"/>
    <w:rsid w:val="00DF20DE"/>
    <w:rsid w:val="00DF3BED"/>
    <w:rsid w:val="00DF6124"/>
    <w:rsid w:val="00DF6DEA"/>
    <w:rsid w:val="00E004F4"/>
    <w:rsid w:val="00E028E0"/>
    <w:rsid w:val="00E036DA"/>
    <w:rsid w:val="00E03A23"/>
    <w:rsid w:val="00E065F6"/>
    <w:rsid w:val="00E06E56"/>
    <w:rsid w:val="00E07D54"/>
    <w:rsid w:val="00E142A7"/>
    <w:rsid w:val="00E17993"/>
    <w:rsid w:val="00E33B81"/>
    <w:rsid w:val="00E343EC"/>
    <w:rsid w:val="00E357B0"/>
    <w:rsid w:val="00E37BA8"/>
    <w:rsid w:val="00E41898"/>
    <w:rsid w:val="00E45545"/>
    <w:rsid w:val="00E507B0"/>
    <w:rsid w:val="00E509F6"/>
    <w:rsid w:val="00E50A05"/>
    <w:rsid w:val="00E521F7"/>
    <w:rsid w:val="00E527C5"/>
    <w:rsid w:val="00E60746"/>
    <w:rsid w:val="00E61604"/>
    <w:rsid w:val="00E61917"/>
    <w:rsid w:val="00E62A02"/>
    <w:rsid w:val="00E62AAC"/>
    <w:rsid w:val="00E704F7"/>
    <w:rsid w:val="00E733A5"/>
    <w:rsid w:val="00E745A6"/>
    <w:rsid w:val="00E74664"/>
    <w:rsid w:val="00E75FFC"/>
    <w:rsid w:val="00E771BB"/>
    <w:rsid w:val="00E819C8"/>
    <w:rsid w:val="00E8212A"/>
    <w:rsid w:val="00E836DB"/>
    <w:rsid w:val="00E8574E"/>
    <w:rsid w:val="00E86C96"/>
    <w:rsid w:val="00E93714"/>
    <w:rsid w:val="00E942A3"/>
    <w:rsid w:val="00E96E44"/>
    <w:rsid w:val="00EA25F4"/>
    <w:rsid w:val="00EA3059"/>
    <w:rsid w:val="00EA332E"/>
    <w:rsid w:val="00EA5F6D"/>
    <w:rsid w:val="00EA6B95"/>
    <w:rsid w:val="00EB004D"/>
    <w:rsid w:val="00EB157A"/>
    <w:rsid w:val="00EB43E3"/>
    <w:rsid w:val="00EB4CA3"/>
    <w:rsid w:val="00EB5001"/>
    <w:rsid w:val="00EC2A0A"/>
    <w:rsid w:val="00EC2AE5"/>
    <w:rsid w:val="00EC5B84"/>
    <w:rsid w:val="00EC6711"/>
    <w:rsid w:val="00EC6BA9"/>
    <w:rsid w:val="00ED2327"/>
    <w:rsid w:val="00ED36D8"/>
    <w:rsid w:val="00ED4804"/>
    <w:rsid w:val="00ED7FBC"/>
    <w:rsid w:val="00EE518D"/>
    <w:rsid w:val="00EE6584"/>
    <w:rsid w:val="00EF1306"/>
    <w:rsid w:val="00EF16D9"/>
    <w:rsid w:val="00EF4658"/>
    <w:rsid w:val="00EF6AD8"/>
    <w:rsid w:val="00F00512"/>
    <w:rsid w:val="00F0074A"/>
    <w:rsid w:val="00F03F9E"/>
    <w:rsid w:val="00F05561"/>
    <w:rsid w:val="00F12464"/>
    <w:rsid w:val="00F1299F"/>
    <w:rsid w:val="00F2270A"/>
    <w:rsid w:val="00F24853"/>
    <w:rsid w:val="00F25072"/>
    <w:rsid w:val="00F25DA5"/>
    <w:rsid w:val="00F26FF8"/>
    <w:rsid w:val="00F3030C"/>
    <w:rsid w:val="00F30683"/>
    <w:rsid w:val="00F41B06"/>
    <w:rsid w:val="00F45CDA"/>
    <w:rsid w:val="00F4605E"/>
    <w:rsid w:val="00F50806"/>
    <w:rsid w:val="00F5129F"/>
    <w:rsid w:val="00F60E10"/>
    <w:rsid w:val="00F61DF4"/>
    <w:rsid w:val="00F62540"/>
    <w:rsid w:val="00F629FB"/>
    <w:rsid w:val="00F70DAC"/>
    <w:rsid w:val="00F70FC0"/>
    <w:rsid w:val="00F71A01"/>
    <w:rsid w:val="00F72E28"/>
    <w:rsid w:val="00F74113"/>
    <w:rsid w:val="00F76D89"/>
    <w:rsid w:val="00F8008D"/>
    <w:rsid w:val="00F81C37"/>
    <w:rsid w:val="00F8480A"/>
    <w:rsid w:val="00F8601E"/>
    <w:rsid w:val="00F94985"/>
    <w:rsid w:val="00F94BF7"/>
    <w:rsid w:val="00F951A9"/>
    <w:rsid w:val="00FA52AF"/>
    <w:rsid w:val="00FA5A78"/>
    <w:rsid w:val="00FA5BBD"/>
    <w:rsid w:val="00FA6F0E"/>
    <w:rsid w:val="00FB0623"/>
    <w:rsid w:val="00FB07CC"/>
    <w:rsid w:val="00FB43AF"/>
    <w:rsid w:val="00FB4886"/>
    <w:rsid w:val="00FB79C4"/>
    <w:rsid w:val="00FC0B8E"/>
    <w:rsid w:val="00FC566F"/>
    <w:rsid w:val="00FC60CD"/>
    <w:rsid w:val="00FC61C1"/>
    <w:rsid w:val="00FD086D"/>
    <w:rsid w:val="00FD2C0F"/>
    <w:rsid w:val="00FD5615"/>
    <w:rsid w:val="00FD63F0"/>
    <w:rsid w:val="00FD7163"/>
    <w:rsid w:val="00FE3DCC"/>
    <w:rsid w:val="00FE4E30"/>
    <w:rsid w:val="00FE5327"/>
    <w:rsid w:val="00FE62BE"/>
    <w:rsid w:val="00FF32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6EA65D"/>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uiPriority w:val="99"/>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paragraph" w:customStyle="1" w:styleId="Default">
    <w:name w:val="Default"/>
    <w:rsid w:val="0040435D"/>
    <w:pPr>
      <w:autoSpaceDE w:val="0"/>
      <w:autoSpaceDN w:val="0"/>
      <w:adjustRightInd w:val="0"/>
    </w:pPr>
    <w:rPr>
      <w:rFonts w:ascii="Calibri" w:hAnsi="Calibri" w:cs="Calibri"/>
      <w:color w:val="000000"/>
      <w:sz w:val="24"/>
      <w:szCs w:val="24"/>
    </w:rPr>
  </w:style>
  <w:style w:type="paragraph" w:customStyle="1" w:styleId="font-weight-500">
    <w:name w:val="font-weight-500"/>
    <w:basedOn w:val="Standard"/>
    <w:rsid w:val="005847A2"/>
    <w:pPr>
      <w:spacing w:before="100" w:beforeAutospacing="1" w:after="100" w:afterAutospacing="1"/>
    </w:pPr>
  </w:style>
  <w:style w:type="character" w:customStyle="1" w:styleId="berschrift7Zchn">
    <w:name w:val="Überschrift 7 Zchn"/>
    <w:basedOn w:val="Absatz-Standardschriftart"/>
    <w:link w:val="berschrift7"/>
    <w:rsid w:val="004E0128"/>
    <w:rPr>
      <w:rFonts w:ascii="Arial" w:hAnsi="Arial" w:cs="Arial"/>
      <w:b/>
      <w:bCs/>
      <w:sz w:val="28"/>
      <w:szCs w:val="24"/>
    </w:rPr>
  </w:style>
  <w:style w:type="paragraph" w:customStyle="1" w:styleId="paragraph">
    <w:name w:val="paragraph"/>
    <w:basedOn w:val="Standard"/>
    <w:rsid w:val="00321849"/>
    <w:pPr>
      <w:spacing w:before="100" w:beforeAutospacing="1" w:after="100" w:afterAutospacing="1"/>
    </w:pPr>
  </w:style>
  <w:style w:type="character" w:customStyle="1" w:styleId="normaltextrun">
    <w:name w:val="normaltextrun"/>
    <w:basedOn w:val="Absatz-Standardschriftart"/>
    <w:rsid w:val="00321849"/>
  </w:style>
  <w:style w:type="character" w:customStyle="1" w:styleId="eop">
    <w:name w:val="eop"/>
    <w:basedOn w:val="Absatz-Standardschriftart"/>
    <w:rsid w:val="00321849"/>
  </w:style>
  <w:style w:type="character" w:styleId="NichtaufgelsteErwhnung">
    <w:name w:val="Unresolved Mention"/>
    <w:basedOn w:val="Absatz-Standardschriftart"/>
    <w:uiPriority w:val="99"/>
    <w:semiHidden/>
    <w:unhideWhenUsed/>
    <w:rsid w:val="0093794B"/>
    <w:rPr>
      <w:color w:val="605E5C"/>
      <w:shd w:val="clear" w:color="auto" w:fill="E1DFDD"/>
    </w:rPr>
  </w:style>
  <w:style w:type="character" w:customStyle="1" w:styleId="scxw248875852">
    <w:name w:val="scxw248875852"/>
    <w:basedOn w:val="Absatz-Standardschriftart"/>
    <w:rsid w:val="000C4553"/>
  </w:style>
  <w:style w:type="character" w:customStyle="1" w:styleId="scxw62470789">
    <w:name w:val="scxw62470789"/>
    <w:basedOn w:val="Absatz-Standardschriftart"/>
    <w:rsid w:val="000C4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26326581">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453983626">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619923594">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23875768">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131745090">
      <w:bodyDiv w:val="1"/>
      <w:marLeft w:val="0"/>
      <w:marRight w:val="0"/>
      <w:marTop w:val="0"/>
      <w:marBottom w:val="0"/>
      <w:divBdr>
        <w:top w:val="none" w:sz="0" w:space="0" w:color="auto"/>
        <w:left w:val="none" w:sz="0" w:space="0" w:color="auto"/>
        <w:bottom w:val="none" w:sz="0" w:space="0" w:color="auto"/>
        <w:right w:val="none" w:sz="0" w:space="0" w:color="auto"/>
      </w:divBdr>
    </w:div>
    <w:div w:id="1172062241">
      <w:bodyDiv w:val="1"/>
      <w:marLeft w:val="0"/>
      <w:marRight w:val="0"/>
      <w:marTop w:val="0"/>
      <w:marBottom w:val="0"/>
      <w:divBdr>
        <w:top w:val="none" w:sz="0" w:space="0" w:color="auto"/>
        <w:left w:val="none" w:sz="0" w:space="0" w:color="auto"/>
        <w:bottom w:val="none" w:sz="0" w:space="0" w:color="auto"/>
        <w:right w:val="none" w:sz="0" w:space="0" w:color="auto"/>
      </w:divBdr>
      <w:divsChild>
        <w:div w:id="1438984009">
          <w:marLeft w:val="0"/>
          <w:marRight w:val="0"/>
          <w:marTop w:val="0"/>
          <w:marBottom w:val="0"/>
          <w:divBdr>
            <w:top w:val="none" w:sz="0" w:space="0" w:color="auto"/>
            <w:left w:val="none" w:sz="0" w:space="0" w:color="auto"/>
            <w:bottom w:val="none" w:sz="0" w:space="0" w:color="auto"/>
            <w:right w:val="none" w:sz="0" w:space="0" w:color="auto"/>
          </w:divBdr>
          <w:divsChild>
            <w:div w:id="39060189">
              <w:marLeft w:val="0"/>
              <w:marRight w:val="0"/>
              <w:marTop w:val="0"/>
              <w:marBottom w:val="0"/>
              <w:divBdr>
                <w:top w:val="none" w:sz="0" w:space="0" w:color="auto"/>
                <w:left w:val="none" w:sz="0" w:space="0" w:color="auto"/>
                <w:bottom w:val="none" w:sz="0" w:space="0" w:color="auto"/>
                <w:right w:val="none" w:sz="0" w:space="0" w:color="auto"/>
              </w:divBdr>
              <w:divsChild>
                <w:div w:id="1489516595">
                  <w:marLeft w:val="0"/>
                  <w:marRight w:val="0"/>
                  <w:marTop w:val="0"/>
                  <w:marBottom w:val="0"/>
                  <w:divBdr>
                    <w:top w:val="none" w:sz="0" w:space="0" w:color="auto"/>
                    <w:left w:val="none" w:sz="0" w:space="0" w:color="auto"/>
                    <w:bottom w:val="none" w:sz="0" w:space="0" w:color="auto"/>
                    <w:right w:val="none" w:sz="0" w:space="0" w:color="auto"/>
                  </w:divBdr>
                  <w:divsChild>
                    <w:div w:id="2094617321">
                      <w:marLeft w:val="0"/>
                      <w:marRight w:val="0"/>
                      <w:marTop w:val="0"/>
                      <w:marBottom w:val="360"/>
                      <w:divBdr>
                        <w:top w:val="none" w:sz="0" w:space="0" w:color="auto"/>
                        <w:left w:val="none" w:sz="0" w:space="0" w:color="auto"/>
                        <w:bottom w:val="none" w:sz="0" w:space="0" w:color="auto"/>
                        <w:right w:val="none" w:sz="0" w:space="0" w:color="auto"/>
                      </w:divBdr>
                      <w:divsChild>
                        <w:div w:id="1386489305">
                          <w:marLeft w:val="0"/>
                          <w:marRight w:val="0"/>
                          <w:marTop w:val="0"/>
                          <w:marBottom w:val="0"/>
                          <w:divBdr>
                            <w:top w:val="none" w:sz="0" w:space="0" w:color="auto"/>
                            <w:left w:val="none" w:sz="0" w:space="0" w:color="auto"/>
                            <w:bottom w:val="none" w:sz="0" w:space="0" w:color="auto"/>
                            <w:right w:val="none" w:sz="0" w:space="0" w:color="auto"/>
                          </w:divBdr>
                          <w:divsChild>
                            <w:div w:id="11213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6567337">
          <w:marLeft w:val="0"/>
          <w:marRight w:val="0"/>
          <w:marTop w:val="0"/>
          <w:marBottom w:val="0"/>
          <w:divBdr>
            <w:top w:val="none" w:sz="0" w:space="0" w:color="auto"/>
            <w:left w:val="none" w:sz="0" w:space="0" w:color="auto"/>
            <w:bottom w:val="none" w:sz="0" w:space="0" w:color="auto"/>
            <w:right w:val="none" w:sz="0" w:space="0" w:color="auto"/>
          </w:divBdr>
          <w:divsChild>
            <w:div w:id="1962614467">
              <w:marLeft w:val="0"/>
              <w:marRight w:val="0"/>
              <w:marTop w:val="0"/>
              <w:marBottom w:val="0"/>
              <w:divBdr>
                <w:top w:val="none" w:sz="0" w:space="0" w:color="auto"/>
                <w:left w:val="none" w:sz="0" w:space="0" w:color="auto"/>
                <w:bottom w:val="none" w:sz="0" w:space="0" w:color="auto"/>
                <w:right w:val="none" w:sz="0" w:space="0" w:color="auto"/>
              </w:divBdr>
              <w:divsChild>
                <w:div w:id="955134986">
                  <w:marLeft w:val="0"/>
                  <w:marRight w:val="0"/>
                  <w:marTop w:val="0"/>
                  <w:marBottom w:val="0"/>
                  <w:divBdr>
                    <w:top w:val="none" w:sz="0" w:space="0" w:color="auto"/>
                    <w:left w:val="none" w:sz="0" w:space="0" w:color="auto"/>
                    <w:bottom w:val="none" w:sz="0" w:space="0" w:color="auto"/>
                    <w:right w:val="none" w:sz="0" w:space="0" w:color="auto"/>
                  </w:divBdr>
                  <w:divsChild>
                    <w:div w:id="1776050071">
                      <w:marLeft w:val="0"/>
                      <w:marRight w:val="0"/>
                      <w:marTop w:val="0"/>
                      <w:marBottom w:val="0"/>
                      <w:divBdr>
                        <w:top w:val="none" w:sz="0" w:space="0" w:color="auto"/>
                        <w:left w:val="none" w:sz="0" w:space="0" w:color="auto"/>
                        <w:bottom w:val="none" w:sz="0" w:space="0" w:color="auto"/>
                        <w:right w:val="none" w:sz="0" w:space="0" w:color="auto"/>
                      </w:divBdr>
                      <w:divsChild>
                        <w:div w:id="100159033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296329998">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331566242">
      <w:bodyDiv w:val="1"/>
      <w:marLeft w:val="0"/>
      <w:marRight w:val="0"/>
      <w:marTop w:val="0"/>
      <w:marBottom w:val="0"/>
      <w:divBdr>
        <w:top w:val="none" w:sz="0" w:space="0" w:color="auto"/>
        <w:left w:val="none" w:sz="0" w:space="0" w:color="auto"/>
        <w:bottom w:val="none" w:sz="0" w:space="0" w:color="auto"/>
        <w:right w:val="none" w:sz="0" w:space="0" w:color="auto"/>
      </w:divBdr>
      <w:divsChild>
        <w:div w:id="1761608993">
          <w:marLeft w:val="0"/>
          <w:marRight w:val="0"/>
          <w:marTop w:val="0"/>
          <w:marBottom w:val="0"/>
          <w:divBdr>
            <w:top w:val="none" w:sz="0" w:space="0" w:color="auto"/>
            <w:left w:val="none" w:sz="0" w:space="0" w:color="auto"/>
            <w:bottom w:val="none" w:sz="0" w:space="0" w:color="auto"/>
            <w:right w:val="none" w:sz="0" w:space="0" w:color="auto"/>
          </w:divBdr>
          <w:divsChild>
            <w:div w:id="1720519433">
              <w:marLeft w:val="0"/>
              <w:marRight w:val="0"/>
              <w:marTop w:val="0"/>
              <w:marBottom w:val="0"/>
              <w:divBdr>
                <w:top w:val="none" w:sz="0" w:space="0" w:color="auto"/>
                <w:left w:val="none" w:sz="0" w:space="0" w:color="auto"/>
                <w:bottom w:val="none" w:sz="0" w:space="0" w:color="auto"/>
                <w:right w:val="none" w:sz="0" w:space="0" w:color="auto"/>
              </w:divBdr>
              <w:divsChild>
                <w:div w:id="1650017661">
                  <w:marLeft w:val="0"/>
                  <w:marRight w:val="0"/>
                  <w:marTop w:val="0"/>
                  <w:marBottom w:val="0"/>
                  <w:divBdr>
                    <w:top w:val="none" w:sz="0" w:space="0" w:color="auto"/>
                    <w:left w:val="none" w:sz="0" w:space="0" w:color="auto"/>
                    <w:bottom w:val="none" w:sz="0" w:space="0" w:color="auto"/>
                    <w:right w:val="none" w:sz="0" w:space="0" w:color="auto"/>
                  </w:divBdr>
                  <w:divsChild>
                    <w:div w:id="1330905884">
                      <w:marLeft w:val="0"/>
                      <w:marRight w:val="0"/>
                      <w:marTop w:val="0"/>
                      <w:marBottom w:val="360"/>
                      <w:divBdr>
                        <w:top w:val="none" w:sz="0" w:space="0" w:color="auto"/>
                        <w:left w:val="none" w:sz="0" w:space="0" w:color="auto"/>
                        <w:bottom w:val="none" w:sz="0" w:space="0" w:color="auto"/>
                        <w:right w:val="none" w:sz="0" w:space="0" w:color="auto"/>
                      </w:divBdr>
                      <w:divsChild>
                        <w:div w:id="1289972352">
                          <w:marLeft w:val="0"/>
                          <w:marRight w:val="0"/>
                          <w:marTop w:val="0"/>
                          <w:marBottom w:val="0"/>
                          <w:divBdr>
                            <w:top w:val="none" w:sz="0" w:space="0" w:color="auto"/>
                            <w:left w:val="none" w:sz="0" w:space="0" w:color="auto"/>
                            <w:bottom w:val="none" w:sz="0" w:space="0" w:color="auto"/>
                            <w:right w:val="none" w:sz="0" w:space="0" w:color="auto"/>
                          </w:divBdr>
                          <w:divsChild>
                            <w:div w:id="196792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5148392">
          <w:marLeft w:val="0"/>
          <w:marRight w:val="0"/>
          <w:marTop w:val="0"/>
          <w:marBottom w:val="0"/>
          <w:divBdr>
            <w:top w:val="none" w:sz="0" w:space="0" w:color="auto"/>
            <w:left w:val="none" w:sz="0" w:space="0" w:color="auto"/>
            <w:bottom w:val="none" w:sz="0" w:space="0" w:color="auto"/>
            <w:right w:val="none" w:sz="0" w:space="0" w:color="auto"/>
          </w:divBdr>
          <w:divsChild>
            <w:div w:id="356856091">
              <w:marLeft w:val="0"/>
              <w:marRight w:val="0"/>
              <w:marTop w:val="0"/>
              <w:marBottom w:val="0"/>
              <w:divBdr>
                <w:top w:val="none" w:sz="0" w:space="0" w:color="auto"/>
                <w:left w:val="none" w:sz="0" w:space="0" w:color="auto"/>
                <w:bottom w:val="none" w:sz="0" w:space="0" w:color="auto"/>
                <w:right w:val="none" w:sz="0" w:space="0" w:color="auto"/>
              </w:divBdr>
              <w:divsChild>
                <w:div w:id="97651313">
                  <w:marLeft w:val="0"/>
                  <w:marRight w:val="0"/>
                  <w:marTop w:val="0"/>
                  <w:marBottom w:val="0"/>
                  <w:divBdr>
                    <w:top w:val="none" w:sz="0" w:space="0" w:color="auto"/>
                    <w:left w:val="none" w:sz="0" w:space="0" w:color="auto"/>
                    <w:bottom w:val="none" w:sz="0" w:space="0" w:color="auto"/>
                    <w:right w:val="none" w:sz="0" w:space="0" w:color="auto"/>
                  </w:divBdr>
                  <w:divsChild>
                    <w:div w:id="731391883">
                      <w:marLeft w:val="0"/>
                      <w:marRight w:val="0"/>
                      <w:marTop w:val="0"/>
                      <w:marBottom w:val="0"/>
                      <w:divBdr>
                        <w:top w:val="none" w:sz="0" w:space="0" w:color="auto"/>
                        <w:left w:val="none" w:sz="0" w:space="0" w:color="auto"/>
                        <w:bottom w:val="none" w:sz="0" w:space="0" w:color="auto"/>
                        <w:right w:val="none" w:sz="0" w:space="0" w:color="auto"/>
                      </w:divBdr>
                      <w:divsChild>
                        <w:div w:id="112762516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768632">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35850829">
      <w:bodyDiv w:val="1"/>
      <w:marLeft w:val="0"/>
      <w:marRight w:val="0"/>
      <w:marTop w:val="0"/>
      <w:marBottom w:val="0"/>
      <w:divBdr>
        <w:top w:val="none" w:sz="0" w:space="0" w:color="auto"/>
        <w:left w:val="none" w:sz="0" w:space="0" w:color="auto"/>
        <w:bottom w:val="none" w:sz="0" w:space="0" w:color="auto"/>
        <w:right w:val="none" w:sz="0" w:space="0" w:color="auto"/>
      </w:divBdr>
    </w:div>
    <w:div w:id="1593126893">
      <w:bodyDiv w:val="1"/>
      <w:marLeft w:val="0"/>
      <w:marRight w:val="0"/>
      <w:marTop w:val="0"/>
      <w:marBottom w:val="0"/>
      <w:divBdr>
        <w:top w:val="none" w:sz="0" w:space="0" w:color="auto"/>
        <w:left w:val="none" w:sz="0" w:space="0" w:color="auto"/>
        <w:bottom w:val="none" w:sz="0" w:space="0" w:color="auto"/>
        <w:right w:val="none" w:sz="0" w:space="0" w:color="auto"/>
      </w:divBdr>
    </w:div>
    <w:div w:id="1619218903">
      <w:bodyDiv w:val="1"/>
      <w:marLeft w:val="0"/>
      <w:marRight w:val="0"/>
      <w:marTop w:val="0"/>
      <w:marBottom w:val="0"/>
      <w:divBdr>
        <w:top w:val="none" w:sz="0" w:space="0" w:color="auto"/>
        <w:left w:val="none" w:sz="0" w:space="0" w:color="auto"/>
        <w:bottom w:val="none" w:sz="0" w:space="0" w:color="auto"/>
        <w:right w:val="none" w:sz="0" w:space="0" w:color="auto"/>
      </w:divBdr>
    </w:div>
    <w:div w:id="1623533700">
      <w:bodyDiv w:val="1"/>
      <w:marLeft w:val="0"/>
      <w:marRight w:val="0"/>
      <w:marTop w:val="0"/>
      <w:marBottom w:val="0"/>
      <w:divBdr>
        <w:top w:val="none" w:sz="0" w:space="0" w:color="auto"/>
        <w:left w:val="none" w:sz="0" w:space="0" w:color="auto"/>
        <w:bottom w:val="none" w:sz="0" w:space="0" w:color="auto"/>
        <w:right w:val="none" w:sz="0" w:space="0" w:color="auto"/>
      </w:divBdr>
    </w:div>
    <w:div w:id="1641611294">
      <w:bodyDiv w:val="1"/>
      <w:marLeft w:val="0"/>
      <w:marRight w:val="0"/>
      <w:marTop w:val="0"/>
      <w:marBottom w:val="0"/>
      <w:divBdr>
        <w:top w:val="none" w:sz="0" w:space="0" w:color="auto"/>
        <w:left w:val="none" w:sz="0" w:space="0" w:color="auto"/>
        <w:bottom w:val="none" w:sz="0" w:space="0" w:color="auto"/>
        <w:right w:val="none" w:sz="0" w:space="0" w:color="auto"/>
      </w:divBdr>
      <w:divsChild>
        <w:div w:id="1747994566">
          <w:marLeft w:val="0"/>
          <w:marRight w:val="0"/>
          <w:marTop w:val="0"/>
          <w:marBottom w:val="0"/>
          <w:divBdr>
            <w:top w:val="none" w:sz="0" w:space="0" w:color="auto"/>
            <w:left w:val="none" w:sz="0" w:space="0" w:color="auto"/>
            <w:bottom w:val="none" w:sz="0" w:space="0" w:color="auto"/>
            <w:right w:val="none" w:sz="0" w:space="0" w:color="auto"/>
          </w:divBdr>
          <w:divsChild>
            <w:div w:id="1739016533">
              <w:marLeft w:val="0"/>
              <w:marRight w:val="0"/>
              <w:marTop w:val="0"/>
              <w:marBottom w:val="0"/>
              <w:divBdr>
                <w:top w:val="none" w:sz="0" w:space="0" w:color="auto"/>
                <w:left w:val="none" w:sz="0" w:space="0" w:color="auto"/>
                <w:bottom w:val="none" w:sz="0" w:space="0" w:color="auto"/>
                <w:right w:val="none" w:sz="0" w:space="0" w:color="auto"/>
              </w:divBdr>
              <w:divsChild>
                <w:div w:id="1603370699">
                  <w:marLeft w:val="0"/>
                  <w:marRight w:val="0"/>
                  <w:marTop w:val="0"/>
                  <w:marBottom w:val="0"/>
                  <w:divBdr>
                    <w:top w:val="none" w:sz="0" w:space="0" w:color="auto"/>
                    <w:left w:val="none" w:sz="0" w:space="0" w:color="auto"/>
                    <w:bottom w:val="none" w:sz="0" w:space="0" w:color="auto"/>
                    <w:right w:val="none" w:sz="0" w:space="0" w:color="auto"/>
                  </w:divBdr>
                  <w:divsChild>
                    <w:div w:id="900560496">
                      <w:marLeft w:val="0"/>
                      <w:marRight w:val="0"/>
                      <w:marTop w:val="0"/>
                      <w:marBottom w:val="360"/>
                      <w:divBdr>
                        <w:top w:val="none" w:sz="0" w:space="0" w:color="auto"/>
                        <w:left w:val="none" w:sz="0" w:space="0" w:color="auto"/>
                        <w:bottom w:val="none" w:sz="0" w:space="0" w:color="auto"/>
                        <w:right w:val="none" w:sz="0" w:space="0" w:color="auto"/>
                      </w:divBdr>
                      <w:divsChild>
                        <w:div w:id="597569449">
                          <w:marLeft w:val="0"/>
                          <w:marRight w:val="0"/>
                          <w:marTop w:val="0"/>
                          <w:marBottom w:val="0"/>
                          <w:divBdr>
                            <w:top w:val="none" w:sz="0" w:space="0" w:color="auto"/>
                            <w:left w:val="none" w:sz="0" w:space="0" w:color="auto"/>
                            <w:bottom w:val="none" w:sz="0" w:space="0" w:color="auto"/>
                            <w:right w:val="none" w:sz="0" w:space="0" w:color="auto"/>
                          </w:divBdr>
                          <w:divsChild>
                            <w:div w:id="2058428476">
                              <w:marLeft w:val="0"/>
                              <w:marRight w:val="0"/>
                              <w:marTop w:val="0"/>
                              <w:marBottom w:val="0"/>
                              <w:divBdr>
                                <w:top w:val="none" w:sz="0" w:space="0" w:color="auto"/>
                                <w:left w:val="none" w:sz="0" w:space="0" w:color="auto"/>
                                <w:bottom w:val="none" w:sz="0" w:space="0" w:color="auto"/>
                                <w:right w:val="none" w:sz="0" w:space="0" w:color="auto"/>
                              </w:divBdr>
                            </w:div>
                          </w:divsChild>
                        </w:div>
                        <w:div w:id="1697653634">
                          <w:marLeft w:val="0"/>
                          <w:marRight w:val="0"/>
                          <w:marTop w:val="0"/>
                          <w:marBottom w:val="0"/>
                          <w:divBdr>
                            <w:top w:val="none" w:sz="0" w:space="0" w:color="auto"/>
                            <w:left w:val="none" w:sz="0" w:space="0" w:color="auto"/>
                            <w:bottom w:val="none" w:sz="0" w:space="0" w:color="auto"/>
                            <w:right w:val="none" w:sz="0" w:space="0" w:color="auto"/>
                          </w:divBdr>
                          <w:divsChild>
                            <w:div w:id="19969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874417">
          <w:marLeft w:val="0"/>
          <w:marRight w:val="0"/>
          <w:marTop w:val="0"/>
          <w:marBottom w:val="0"/>
          <w:divBdr>
            <w:top w:val="none" w:sz="0" w:space="0" w:color="auto"/>
            <w:left w:val="none" w:sz="0" w:space="0" w:color="auto"/>
            <w:bottom w:val="none" w:sz="0" w:space="0" w:color="auto"/>
            <w:right w:val="none" w:sz="0" w:space="0" w:color="auto"/>
          </w:divBdr>
          <w:divsChild>
            <w:div w:id="1375351722">
              <w:marLeft w:val="0"/>
              <w:marRight w:val="0"/>
              <w:marTop w:val="0"/>
              <w:marBottom w:val="0"/>
              <w:divBdr>
                <w:top w:val="none" w:sz="0" w:space="0" w:color="auto"/>
                <w:left w:val="none" w:sz="0" w:space="0" w:color="auto"/>
                <w:bottom w:val="none" w:sz="0" w:space="0" w:color="auto"/>
                <w:right w:val="none" w:sz="0" w:space="0" w:color="auto"/>
              </w:divBdr>
              <w:divsChild>
                <w:div w:id="1659766690">
                  <w:marLeft w:val="0"/>
                  <w:marRight w:val="0"/>
                  <w:marTop w:val="0"/>
                  <w:marBottom w:val="0"/>
                  <w:divBdr>
                    <w:top w:val="none" w:sz="0" w:space="0" w:color="auto"/>
                    <w:left w:val="none" w:sz="0" w:space="0" w:color="auto"/>
                    <w:bottom w:val="none" w:sz="0" w:space="0" w:color="auto"/>
                    <w:right w:val="none" w:sz="0" w:space="0" w:color="auto"/>
                  </w:divBdr>
                  <w:divsChild>
                    <w:div w:id="1511942314">
                      <w:marLeft w:val="0"/>
                      <w:marRight w:val="0"/>
                      <w:marTop w:val="0"/>
                      <w:marBottom w:val="0"/>
                      <w:divBdr>
                        <w:top w:val="none" w:sz="0" w:space="0" w:color="auto"/>
                        <w:left w:val="none" w:sz="0" w:space="0" w:color="auto"/>
                        <w:bottom w:val="none" w:sz="0" w:space="0" w:color="auto"/>
                        <w:right w:val="none" w:sz="0" w:space="0" w:color="auto"/>
                      </w:divBdr>
                      <w:divsChild>
                        <w:div w:id="196237390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128335">
      <w:bodyDiv w:val="1"/>
      <w:marLeft w:val="0"/>
      <w:marRight w:val="0"/>
      <w:marTop w:val="0"/>
      <w:marBottom w:val="0"/>
      <w:divBdr>
        <w:top w:val="none" w:sz="0" w:space="0" w:color="auto"/>
        <w:left w:val="none" w:sz="0" w:space="0" w:color="auto"/>
        <w:bottom w:val="none" w:sz="0" w:space="0" w:color="auto"/>
        <w:right w:val="none" w:sz="0" w:space="0" w:color="auto"/>
      </w:divBdr>
    </w:div>
    <w:div w:id="1680422128">
      <w:bodyDiv w:val="1"/>
      <w:marLeft w:val="0"/>
      <w:marRight w:val="0"/>
      <w:marTop w:val="0"/>
      <w:marBottom w:val="0"/>
      <w:divBdr>
        <w:top w:val="none" w:sz="0" w:space="0" w:color="auto"/>
        <w:left w:val="none" w:sz="0" w:space="0" w:color="auto"/>
        <w:bottom w:val="none" w:sz="0" w:space="0" w:color="auto"/>
        <w:right w:val="none" w:sz="0" w:space="0" w:color="auto"/>
      </w:divBdr>
    </w:div>
    <w:div w:id="1742437806">
      <w:bodyDiv w:val="1"/>
      <w:marLeft w:val="0"/>
      <w:marRight w:val="0"/>
      <w:marTop w:val="0"/>
      <w:marBottom w:val="0"/>
      <w:divBdr>
        <w:top w:val="none" w:sz="0" w:space="0" w:color="auto"/>
        <w:left w:val="none" w:sz="0" w:space="0" w:color="auto"/>
        <w:bottom w:val="none" w:sz="0" w:space="0" w:color="auto"/>
        <w:right w:val="none" w:sz="0" w:space="0" w:color="auto"/>
      </w:divBdr>
      <w:divsChild>
        <w:div w:id="1410542836">
          <w:marLeft w:val="0"/>
          <w:marRight w:val="0"/>
          <w:marTop w:val="0"/>
          <w:marBottom w:val="0"/>
          <w:divBdr>
            <w:top w:val="none" w:sz="0" w:space="0" w:color="auto"/>
            <w:left w:val="none" w:sz="0" w:space="0" w:color="auto"/>
            <w:bottom w:val="none" w:sz="0" w:space="0" w:color="auto"/>
            <w:right w:val="none" w:sz="0" w:space="0" w:color="auto"/>
          </w:divBdr>
          <w:divsChild>
            <w:div w:id="847214389">
              <w:marLeft w:val="0"/>
              <w:marRight w:val="0"/>
              <w:marTop w:val="0"/>
              <w:marBottom w:val="0"/>
              <w:divBdr>
                <w:top w:val="none" w:sz="0" w:space="0" w:color="auto"/>
                <w:left w:val="none" w:sz="0" w:space="0" w:color="auto"/>
                <w:bottom w:val="none" w:sz="0" w:space="0" w:color="auto"/>
                <w:right w:val="none" w:sz="0" w:space="0" w:color="auto"/>
              </w:divBdr>
              <w:divsChild>
                <w:div w:id="513805921">
                  <w:marLeft w:val="0"/>
                  <w:marRight w:val="0"/>
                  <w:marTop w:val="0"/>
                  <w:marBottom w:val="0"/>
                  <w:divBdr>
                    <w:top w:val="none" w:sz="0" w:space="0" w:color="auto"/>
                    <w:left w:val="none" w:sz="0" w:space="0" w:color="auto"/>
                    <w:bottom w:val="none" w:sz="0" w:space="0" w:color="auto"/>
                    <w:right w:val="none" w:sz="0" w:space="0" w:color="auto"/>
                  </w:divBdr>
                  <w:divsChild>
                    <w:div w:id="1843660307">
                      <w:marLeft w:val="0"/>
                      <w:marRight w:val="0"/>
                      <w:marTop w:val="0"/>
                      <w:marBottom w:val="360"/>
                      <w:divBdr>
                        <w:top w:val="none" w:sz="0" w:space="0" w:color="auto"/>
                        <w:left w:val="none" w:sz="0" w:space="0" w:color="auto"/>
                        <w:bottom w:val="none" w:sz="0" w:space="0" w:color="auto"/>
                        <w:right w:val="none" w:sz="0" w:space="0" w:color="auto"/>
                      </w:divBdr>
                      <w:divsChild>
                        <w:div w:id="1296176295">
                          <w:marLeft w:val="0"/>
                          <w:marRight w:val="0"/>
                          <w:marTop w:val="0"/>
                          <w:marBottom w:val="0"/>
                          <w:divBdr>
                            <w:top w:val="none" w:sz="0" w:space="0" w:color="auto"/>
                            <w:left w:val="none" w:sz="0" w:space="0" w:color="auto"/>
                            <w:bottom w:val="none" w:sz="0" w:space="0" w:color="auto"/>
                            <w:right w:val="none" w:sz="0" w:space="0" w:color="auto"/>
                          </w:divBdr>
                        </w:div>
                        <w:div w:id="16485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648787">
          <w:marLeft w:val="0"/>
          <w:marRight w:val="0"/>
          <w:marTop w:val="0"/>
          <w:marBottom w:val="0"/>
          <w:divBdr>
            <w:top w:val="none" w:sz="0" w:space="0" w:color="auto"/>
            <w:left w:val="none" w:sz="0" w:space="0" w:color="auto"/>
            <w:bottom w:val="none" w:sz="0" w:space="0" w:color="auto"/>
            <w:right w:val="none" w:sz="0" w:space="0" w:color="auto"/>
          </w:divBdr>
          <w:divsChild>
            <w:div w:id="1019307991">
              <w:marLeft w:val="0"/>
              <w:marRight w:val="0"/>
              <w:marTop w:val="0"/>
              <w:marBottom w:val="0"/>
              <w:divBdr>
                <w:top w:val="none" w:sz="0" w:space="0" w:color="auto"/>
                <w:left w:val="none" w:sz="0" w:space="0" w:color="auto"/>
                <w:bottom w:val="none" w:sz="0" w:space="0" w:color="auto"/>
                <w:right w:val="none" w:sz="0" w:space="0" w:color="auto"/>
              </w:divBdr>
              <w:divsChild>
                <w:div w:id="1327512728">
                  <w:marLeft w:val="0"/>
                  <w:marRight w:val="0"/>
                  <w:marTop w:val="0"/>
                  <w:marBottom w:val="0"/>
                  <w:divBdr>
                    <w:top w:val="none" w:sz="0" w:space="0" w:color="auto"/>
                    <w:left w:val="none" w:sz="0" w:space="0" w:color="auto"/>
                    <w:bottom w:val="none" w:sz="0" w:space="0" w:color="auto"/>
                    <w:right w:val="none" w:sz="0" w:space="0" w:color="auto"/>
                  </w:divBdr>
                  <w:divsChild>
                    <w:div w:id="1570651896">
                      <w:marLeft w:val="0"/>
                      <w:marRight w:val="0"/>
                      <w:marTop w:val="0"/>
                      <w:marBottom w:val="0"/>
                      <w:divBdr>
                        <w:top w:val="none" w:sz="0" w:space="0" w:color="auto"/>
                        <w:left w:val="none" w:sz="0" w:space="0" w:color="auto"/>
                        <w:bottom w:val="none" w:sz="0" w:space="0" w:color="auto"/>
                        <w:right w:val="none" w:sz="0" w:space="0" w:color="auto"/>
                      </w:divBdr>
                      <w:divsChild>
                        <w:div w:id="66625312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Point Document" ma:contentTypeID="0x010100BA765BE76031A144B96FCA2D75991ABC0098BBDA3937224D419E0C5D3F3D289BB8" ma:contentTypeVersion="8" ma:contentTypeDescription="" ma:contentTypeScope="" ma:versionID="1117c203a34887657d79cfd0ac5bf03f">
  <xsd:schema xmlns:xsd="http://www.w3.org/2001/XMLSchema" xmlns:xs="http://www.w3.org/2001/XMLSchema" xmlns:p="http://schemas.microsoft.com/office/2006/metadata/properties" xmlns:ns2="http://schemas.microsoft.com/sharepoint.v3" xmlns:ns3="fcaa16aa-9828-44b5-a207-aac2c72098bb" targetNamespace="http://schemas.microsoft.com/office/2006/metadata/properties" ma:root="true" ma:fieldsID="5b8a49e92d966a30e791e653dcf66c3b" ns2:_="" ns3:_="">
    <xsd:import namespace="http://schemas.microsoft.com/sharepoint.v3"/>
    <xsd:import namespace="fcaa16aa-9828-44b5-a207-aac2c72098bb"/>
    <xsd:element name="properties">
      <xsd:complexType>
        <xsd:sequence>
          <xsd:element name="documentManagement">
            <xsd:complexType>
              <xsd:all>
                <xsd:element ref="ns2:CategoryDescription" minOccurs="0"/>
                <xsd:element ref="ns3:AllottedTo" minOccurs="0"/>
                <xsd:element ref="ns3:Public" minOccurs="0"/>
                <xsd:element ref="ns3:TaxCatchAllLabel" minOccurs="0"/>
                <xsd:element ref="ns3:m844baa282d042a691ea2cd34f11f746" minOccurs="0"/>
                <xsd:element ref="ns3:c084bc24c1e64f8c9b68fad9cc28389e" minOccurs="0"/>
                <xsd:element ref="ns3:TaxCatchAll" minOccurs="0"/>
                <xsd:element ref="ns3:aeb1ed4ed9bb4c80a5609567375cb887" minOccurs="0"/>
                <xsd:element ref="ns3:m8c4bb4451d64138a306757b008784a1" minOccurs="0"/>
                <xsd:element ref="ns3:na67a3e0403b448b84f2d4dc44e2fb3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aa16aa-9828-44b5-a207-aac2c72098bb" elementFormDefault="qualified">
    <xsd:import namespace="http://schemas.microsoft.com/office/2006/documentManagement/types"/>
    <xsd:import namespace="http://schemas.microsoft.com/office/infopath/2007/PartnerControls"/>
    <xsd:element name="AllottedTo" ma:index="8" nillable="true" ma:displayName="Allotted To" ma:default="EPLAN" ma:internalName="AllottedTo" ma:readOnly="false">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element name="Public" ma:index="9" nillable="true" ma:displayName="Public" ma:default="0" ma:internalName="Public" ma:readOnly="false">
      <xsd:simpleType>
        <xsd:restriction base="dms:Boolean"/>
      </xsd:simpleType>
    </xsd:element>
    <xsd:element name="TaxCatchAllLabel" ma:index="10" nillable="true" ma:displayName="Taxonomy Catch All Column1" ma:hidden="true" ma:list="{610767a0-7815-46e5-9868-5f3582475a8a}" ma:internalName="TaxCatchAllLabel" ma:readOnly="true" ma:showField="CatchAllDataLabel"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m844baa282d042a691ea2cd34f11f746" ma:index="11" nillable="true" ma:displayName="Managed Industry_0" ma:hidden="true" ma:internalName="m844baa282d042a691ea2cd34f11f746" ma:readOnly="false">
      <xsd:simpleType>
        <xsd:restriction base="dms:Note"/>
      </xsd:simpleType>
    </xsd:element>
    <xsd:element name="c084bc24c1e64f8c9b68fad9cc28389e" ma:index="12" nillable="true" ma:displayName="Managed Products_0" ma:hidden="true" ma:internalName="c084bc24c1e64f8c9b68fad9cc28389e" ma:readOnly="false">
      <xsd:simpleType>
        <xsd:restriction base="dms:Note"/>
      </xsd:simpleType>
    </xsd:element>
    <xsd:element name="TaxCatchAll" ma:index="13" nillable="true" ma:displayName="Taxonomy Catch All Column" ma:hidden="true" ma:list="{610767a0-7815-46e5-9868-5f3582475a8a}" ma:internalName="TaxCatchAll" ma:readOnly="false" ma:showField="CatchAllData" ma:web="fcaa16aa-9828-44b5-a207-aac2c72098bb">
      <xsd:complexType>
        <xsd:complexContent>
          <xsd:extension base="dms:MultiChoiceLookup">
            <xsd:sequence>
              <xsd:element name="Value" type="dms:Lookup" maxOccurs="unbounded" minOccurs="0" nillable="true"/>
            </xsd:sequence>
          </xsd:extension>
        </xsd:complexContent>
      </xsd:complexType>
    </xsd:element>
    <xsd:element name="aeb1ed4ed9bb4c80a5609567375cb887" ma:index="14" nillable="true" ma:displayName="Managed Use_0" ma:hidden="true" ma:internalName="aeb1ed4ed9bb4c80a5609567375cb887" ma:readOnly="false">
      <xsd:simpleType>
        <xsd:restriction base="dms:Note"/>
      </xsd:simpleType>
    </xsd:element>
    <xsd:element name="m8c4bb4451d64138a306757b008784a1" ma:index="15" nillable="true" ma:displayName="Managed Category_0" ma:hidden="true" ma:internalName="m8c4bb4451d64138a306757b008784a1" ma:readOnly="false">
      <xsd:simpleType>
        <xsd:restriction base="dms:Note"/>
      </xsd:simpleType>
    </xsd:element>
    <xsd:element name="na67a3e0403b448b84f2d4dc44e2fb31" ma:index="16" nillable="true" ma:displayName="Related Language_0" ma:hidden="true" ma:internalName="na67a3e0403b448b84f2d4dc44e2fb31"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CategoryDescription xmlns="http://schemas.microsoft.com/sharepoint.v3" xsi:nil="true"/>
    <m844baa282d042a691ea2cd34f11f746 xmlns="fcaa16aa-9828-44b5-a207-aac2c72098bb" xsi:nil="true"/>
    <c084bc24c1e64f8c9b68fad9cc28389e xmlns="fcaa16aa-9828-44b5-a207-aac2c72098bb">EPLAN Data Portal|cc98c005-f68b-42ea-810f-2f5bc2378a91</c084bc24c1e64f8c9b68fad9cc28389e>
    <m8c4bb4451d64138a306757b008784a1 xmlns="fcaa16aa-9828-44b5-a207-aac2c72098bb" xsi:nil="true"/>
    <na67a3e0403b448b84f2d4dc44e2fb31 xmlns="fcaa16aa-9828-44b5-a207-aac2c72098bb">de-DE|f18adfac-764c-4277-aa07-fe0b6c20ea16</na67a3e0403b448b84f2d4dc44e2fb31>
    <aeb1ed4ed9bb4c80a5609567375cb887 xmlns="fcaa16aa-9828-44b5-a207-aac2c72098bb">Press release|0f52d137-8c2b-436d-9240-3f3180b39a1e</aeb1ed4ed9bb4c80a5609567375cb887>
    <Public xmlns="fcaa16aa-9828-44b5-a207-aac2c72098bb">false</Public>
    <AllottedTo xmlns="fcaa16aa-9828-44b5-a207-aac2c72098bb">
      <Value>EPLAN</Value>
    </AllottedTo>
    <TaxCatchAll xmlns="fcaa16aa-9828-44b5-a207-aac2c72098bb">
      <Value>103</Value>
      <Value>1</Value>
      <Value>42</Value>
    </TaxCatchAll>
  </documentManagement>
</p:properties>
</file>

<file path=customXml/itemProps1.xml><?xml version="1.0" encoding="utf-8"?>
<ds:datastoreItem xmlns:ds="http://schemas.openxmlformats.org/officeDocument/2006/customXml" ds:itemID="{C1BC3FB4-5177-409E-AB30-0C3245D6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caa16aa-9828-44b5-a207-aac2c72098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3.xml><?xml version="1.0" encoding="utf-8"?>
<ds:datastoreItem xmlns:ds="http://schemas.openxmlformats.org/officeDocument/2006/customXml" ds:itemID="{655F4D86-3C2D-4E7B-A966-673A105B4120}">
  <ds:schemaRefs>
    <ds:schemaRef ds:uri="http://schemas.openxmlformats.org/officeDocument/2006/bibliography"/>
  </ds:schemaRefs>
</ds:datastoreItem>
</file>

<file path=customXml/itemProps4.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http://schemas.microsoft.com/sharepoint.v3"/>
    <ds:schemaRef ds:uri="fcaa16aa-9828-44b5-a207-aac2c72098bb"/>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821</Words>
  <Characters>5678</Characters>
  <Application>Microsoft Office Word</Application>
  <DocSecurity>0</DocSecurity>
  <Lines>47</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Data Portal 2020</vt:lpstr>
      <vt:lpstr>Pressemeldung Eplan Harness proD 2 5</vt:lpstr>
    </vt:vector>
  </TitlesOfParts>
  <Company>Eplan</Company>
  <LinksUpToDate>false</LinksUpToDate>
  <CharactersWithSpaces>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Data Portal 2020</dc:title>
  <dc:creator>hag</dc:creator>
  <cp:lastModifiedBy>Hans-Robert Koch</cp:lastModifiedBy>
  <cp:revision>8</cp:revision>
  <cp:lastPrinted>2016-11-07T08:13:00Z</cp:lastPrinted>
  <dcterms:created xsi:type="dcterms:W3CDTF">2022-10-17T07:07:00Z</dcterms:created>
  <dcterms:modified xsi:type="dcterms:W3CDTF">2022-11-01T15:25:00Z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0x010100BA765BE76031A144B96FCA2D75991ABC0098BBDA3937224D419E0C5D3F3D289BB8</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103;#EPLAN Data Portal|cc98c005-f68b-42ea-810f-2f5bc2378a91</vt:lpwstr>
  </property>
  <property fmtid="{D5CDD505-2E9C-101B-9397-08002B2CF9AE}" pid="13" name="Related Language">
    <vt:lpwstr>1;#de-DE|f18adfac-764c-4277-aa07-fe0b6c20ea16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y fmtid="{D5CDD505-2E9C-101B-9397-08002B2CF9AE}" pid="17" name="bcdc7148bbcf497a87e4a3c8d7a2911c">
    <vt:lpwstr/>
  </property>
  <property fmtid="{D5CDD505-2E9C-101B-9397-08002B2CF9AE}" pid="18" name="SharedWithUsers">
    <vt:lpwstr>276;#Bings, Thomas;#74;#Hauschke, Timm;#78;#Jaensch, Markus;#480;#Schneider, Markus;#431;#Heck, Josefine</vt:lpwstr>
  </property>
</Properties>
</file>